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6CBBA" w14:textId="77777777" w:rsidR="00F36855" w:rsidRPr="00A6440B" w:rsidRDefault="00F36855" w:rsidP="00F36855">
      <w:pPr>
        <w:rPr>
          <w:sz w:val="20"/>
          <w:szCs w:val="20"/>
          <w:lang w:val="et-EE"/>
        </w:rPr>
      </w:pPr>
    </w:p>
    <w:p w14:paraId="00F2981C" w14:textId="77777777" w:rsidR="00F36855" w:rsidRPr="00A6440B" w:rsidRDefault="00F36855" w:rsidP="00F36855">
      <w:pPr>
        <w:rPr>
          <w:sz w:val="20"/>
          <w:szCs w:val="20"/>
          <w:lang w:val="et-EE"/>
        </w:rPr>
      </w:pPr>
    </w:p>
    <w:p w14:paraId="063DCB08" w14:textId="77777777" w:rsidR="00537F33" w:rsidRPr="00A6440B" w:rsidRDefault="00537F33" w:rsidP="00F36855">
      <w:pPr>
        <w:rPr>
          <w:rFonts w:cs="Arial"/>
          <w:sz w:val="22"/>
          <w:szCs w:val="22"/>
          <w:lang w:val="et-EE"/>
        </w:rPr>
      </w:pPr>
    </w:p>
    <w:p w14:paraId="432C02BE" w14:textId="4811DF29" w:rsidR="00F36855" w:rsidRPr="00F77953" w:rsidRDefault="00F36855" w:rsidP="00F36855">
      <w:pPr>
        <w:rPr>
          <w:rFonts w:cs="Arial"/>
          <w:sz w:val="21"/>
          <w:szCs w:val="21"/>
          <w:lang w:val="et-EE"/>
        </w:rPr>
      </w:pPr>
      <w:r w:rsidRPr="00F77953">
        <w:rPr>
          <w:rFonts w:cs="Arial"/>
          <w:sz w:val="21"/>
          <w:szCs w:val="21"/>
          <w:lang w:val="et-EE"/>
        </w:rPr>
        <w:t xml:space="preserve">RMK </w:t>
      </w:r>
    </w:p>
    <w:p w14:paraId="0A720500" w14:textId="5448506F" w:rsidR="00F36855" w:rsidRPr="00F77953" w:rsidRDefault="00F36855" w:rsidP="00F36855">
      <w:pPr>
        <w:rPr>
          <w:rFonts w:cs="Arial"/>
          <w:sz w:val="21"/>
          <w:szCs w:val="21"/>
          <w:lang w:val="et-EE"/>
        </w:rPr>
      </w:pPr>
      <w:r w:rsidRPr="00F77953">
        <w:rPr>
          <w:rFonts w:cs="Arial"/>
          <w:sz w:val="21"/>
          <w:szCs w:val="21"/>
          <w:lang w:val="et-EE"/>
        </w:rPr>
        <w:t xml:space="preserve">rmk@rmk.ee                                                     </w:t>
      </w:r>
      <w:r w:rsidR="009013FD">
        <w:rPr>
          <w:rFonts w:cs="Arial"/>
          <w:sz w:val="21"/>
          <w:szCs w:val="21"/>
          <w:lang w:val="et-EE"/>
        </w:rPr>
        <w:t xml:space="preserve">                </w:t>
      </w:r>
      <w:r w:rsidRPr="00F77953">
        <w:rPr>
          <w:rFonts w:cs="Arial"/>
          <w:sz w:val="21"/>
          <w:szCs w:val="21"/>
          <w:lang w:val="et-EE"/>
        </w:rPr>
        <w:t xml:space="preserve">             </w:t>
      </w:r>
      <w:r w:rsidR="00C91CA4" w:rsidRPr="00F77953">
        <w:rPr>
          <w:rFonts w:cs="Arial"/>
          <w:sz w:val="21"/>
          <w:szCs w:val="21"/>
          <w:lang w:val="et-EE"/>
        </w:rPr>
        <w:t xml:space="preserve">    </w:t>
      </w:r>
      <w:r w:rsidRPr="00F77953">
        <w:rPr>
          <w:rFonts w:cs="Arial"/>
          <w:sz w:val="21"/>
          <w:szCs w:val="21"/>
          <w:lang w:val="et-EE"/>
        </w:rPr>
        <w:t xml:space="preserve">Meie: </w:t>
      </w:r>
      <w:r w:rsidR="00162B62" w:rsidRPr="00162B62">
        <w:rPr>
          <w:rFonts w:cs="Arial"/>
          <w:sz w:val="21"/>
          <w:szCs w:val="21"/>
          <w:lang w:val="et-EE"/>
        </w:rPr>
        <w:t>01.</w:t>
      </w:r>
      <w:r w:rsidR="00256423" w:rsidRPr="00162B62">
        <w:rPr>
          <w:rFonts w:cs="Arial"/>
          <w:sz w:val="21"/>
          <w:szCs w:val="21"/>
          <w:lang w:val="et-EE"/>
        </w:rPr>
        <w:t>0</w:t>
      </w:r>
      <w:r w:rsidR="00162B62" w:rsidRPr="00162B62">
        <w:rPr>
          <w:rFonts w:cs="Arial"/>
          <w:sz w:val="21"/>
          <w:szCs w:val="21"/>
          <w:lang w:val="et-EE"/>
        </w:rPr>
        <w:t>4</w:t>
      </w:r>
      <w:r w:rsidRPr="00162B62">
        <w:rPr>
          <w:rFonts w:cs="Arial"/>
          <w:sz w:val="21"/>
          <w:szCs w:val="21"/>
          <w:lang w:val="et-EE"/>
        </w:rPr>
        <w:t>.202</w:t>
      </w:r>
      <w:r w:rsidR="00256423" w:rsidRPr="00162B62">
        <w:rPr>
          <w:rFonts w:cs="Arial"/>
          <w:sz w:val="21"/>
          <w:szCs w:val="21"/>
          <w:lang w:val="et-EE"/>
        </w:rPr>
        <w:t>5</w:t>
      </w:r>
      <w:r w:rsidRPr="00162B62">
        <w:rPr>
          <w:rFonts w:cs="Arial"/>
          <w:sz w:val="21"/>
          <w:szCs w:val="21"/>
          <w:lang w:val="et-EE"/>
        </w:rPr>
        <w:t>.a</w:t>
      </w:r>
    </w:p>
    <w:p w14:paraId="53367989" w14:textId="77777777" w:rsidR="00F36855" w:rsidRPr="00F77953" w:rsidRDefault="00F36855" w:rsidP="00F36855">
      <w:pPr>
        <w:rPr>
          <w:rFonts w:cs="Arial"/>
          <w:sz w:val="21"/>
          <w:szCs w:val="21"/>
          <w:lang w:val="et-EE"/>
        </w:rPr>
      </w:pPr>
    </w:p>
    <w:p w14:paraId="6BE160DF" w14:textId="77777777" w:rsidR="00F36855" w:rsidRPr="00F77953" w:rsidRDefault="00F36855" w:rsidP="00F36855">
      <w:pPr>
        <w:rPr>
          <w:rFonts w:cs="Arial"/>
          <w:sz w:val="21"/>
          <w:szCs w:val="21"/>
          <w:lang w:val="et-EE"/>
        </w:rPr>
      </w:pPr>
    </w:p>
    <w:p w14:paraId="404E3EA0" w14:textId="77777777" w:rsidR="00F36855" w:rsidRPr="00F77953" w:rsidRDefault="00F36855" w:rsidP="00F36855">
      <w:pPr>
        <w:rPr>
          <w:rFonts w:cs="Arial"/>
          <w:sz w:val="21"/>
          <w:szCs w:val="21"/>
          <w:lang w:val="et-EE"/>
        </w:rPr>
      </w:pPr>
      <w:r w:rsidRPr="00F77953">
        <w:rPr>
          <w:rFonts w:cs="Arial"/>
          <w:sz w:val="21"/>
          <w:szCs w:val="21"/>
          <w:lang w:val="et-EE"/>
        </w:rPr>
        <w:t>TAOTLUS</w:t>
      </w:r>
    </w:p>
    <w:p w14:paraId="14C56475" w14:textId="77777777" w:rsidR="00F36855" w:rsidRPr="00F77953" w:rsidRDefault="00F36855" w:rsidP="00F36855">
      <w:pPr>
        <w:rPr>
          <w:rFonts w:cs="Arial"/>
          <w:sz w:val="21"/>
          <w:szCs w:val="21"/>
          <w:lang w:val="et-EE"/>
        </w:rPr>
      </w:pPr>
      <w:r w:rsidRPr="00F77953">
        <w:rPr>
          <w:rFonts w:cs="Arial"/>
          <w:sz w:val="21"/>
          <w:szCs w:val="21"/>
          <w:lang w:val="et-EE"/>
        </w:rPr>
        <w:t>RMK VALDUSES OLEVALE HOONESTAMATA</w:t>
      </w:r>
    </w:p>
    <w:p w14:paraId="73AB984B" w14:textId="77777777" w:rsidR="00F36855" w:rsidRPr="00F77953" w:rsidRDefault="00F36855" w:rsidP="00F36855">
      <w:pPr>
        <w:rPr>
          <w:rFonts w:cs="Arial"/>
          <w:sz w:val="21"/>
          <w:szCs w:val="21"/>
          <w:lang w:val="et-EE"/>
        </w:rPr>
      </w:pPr>
      <w:r w:rsidRPr="00F77953">
        <w:rPr>
          <w:rFonts w:cs="Arial"/>
          <w:sz w:val="21"/>
          <w:szCs w:val="21"/>
          <w:lang w:val="et-EE"/>
        </w:rPr>
        <w:t>KINNISASJALE ISIKLIKU KASUTUSÕIGUSE SEADMISEKS</w:t>
      </w:r>
    </w:p>
    <w:p w14:paraId="18FE7381" w14:textId="77777777" w:rsidR="00F36855" w:rsidRPr="00F77953" w:rsidRDefault="00F36855" w:rsidP="00F36855">
      <w:pPr>
        <w:rPr>
          <w:rFonts w:cs="Arial"/>
          <w:sz w:val="21"/>
          <w:szCs w:val="21"/>
          <w:lang w:val="et-EE"/>
        </w:rPr>
      </w:pPr>
    </w:p>
    <w:p w14:paraId="74A1D1E2" w14:textId="77777777" w:rsidR="00F36855" w:rsidRPr="00F77953" w:rsidRDefault="00F36855" w:rsidP="00F36855">
      <w:pPr>
        <w:rPr>
          <w:rFonts w:cs="Arial"/>
          <w:sz w:val="21"/>
          <w:szCs w:val="21"/>
          <w:lang w:val="et-EE"/>
        </w:rPr>
      </w:pPr>
    </w:p>
    <w:p w14:paraId="7EFDC9E0" w14:textId="77777777" w:rsidR="00F36855" w:rsidRPr="00F77953" w:rsidRDefault="00F36855" w:rsidP="00F36855">
      <w:pPr>
        <w:rPr>
          <w:rFonts w:cs="Arial"/>
          <w:sz w:val="21"/>
          <w:szCs w:val="21"/>
          <w:lang w:val="et-EE"/>
        </w:rPr>
      </w:pPr>
      <w:r w:rsidRPr="00F77953">
        <w:rPr>
          <w:rFonts w:cs="Arial"/>
          <w:sz w:val="21"/>
          <w:szCs w:val="21"/>
          <w:lang w:val="et-EE"/>
        </w:rPr>
        <w:t>ANDMED TAOTLEJA KOHTA</w:t>
      </w:r>
    </w:p>
    <w:tbl>
      <w:tblPr>
        <w:tblStyle w:val="Kontuurtabel"/>
        <w:tblW w:w="9356" w:type="dxa"/>
        <w:tblInd w:w="-5" w:type="dxa"/>
        <w:tblLook w:val="04A0" w:firstRow="1" w:lastRow="0" w:firstColumn="1" w:lastColumn="0" w:noHBand="0" w:noVBand="1"/>
      </w:tblPr>
      <w:tblGrid>
        <w:gridCol w:w="4258"/>
        <w:gridCol w:w="5098"/>
      </w:tblGrid>
      <w:tr w:rsidR="00F36855" w:rsidRPr="00F77953" w14:paraId="3B6A1968" w14:textId="77777777" w:rsidTr="007B5485">
        <w:tc>
          <w:tcPr>
            <w:tcW w:w="4258" w:type="dxa"/>
          </w:tcPr>
          <w:p w14:paraId="6936A376" w14:textId="01FDE2EF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 xml:space="preserve">Taotleja nimi: </w:t>
            </w:r>
            <w:r w:rsidR="00A6440B" w:rsidRPr="00F77953">
              <w:rPr>
                <w:rFonts w:cs="Arial"/>
                <w:sz w:val="21"/>
                <w:szCs w:val="21"/>
                <w:lang w:val="et-EE"/>
              </w:rPr>
              <w:t xml:space="preserve">Osaühing </w:t>
            </w:r>
            <w:r w:rsidR="00C62486" w:rsidRPr="00C62486">
              <w:rPr>
                <w:rFonts w:cs="Arial"/>
                <w:sz w:val="21"/>
                <w:szCs w:val="21"/>
                <w:lang w:val="et-EE"/>
              </w:rPr>
              <w:t xml:space="preserve">Powerwind </w:t>
            </w:r>
          </w:p>
          <w:p w14:paraId="7029E744" w14:textId="77777777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</w:p>
        </w:tc>
        <w:tc>
          <w:tcPr>
            <w:tcW w:w="5098" w:type="dxa"/>
          </w:tcPr>
          <w:p w14:paraId="129A1025" w14:textId="15DAA722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 xml:space="preserve">Registrikood: </w:t>
            </w:r>
            <w:r w:rsidR="00A6440B" w:rsidRPr="00F77953">
              <w:rPr>
                <w:rFonts w:cs="Arial"/>
                <w:sz w:val="21"/>
                <w:szCs w:val="21"/>
                <w:lang w:val="et-EE"/>
              </w:rPr>
              <w:t>11057486</w:t>
            </w:r>
          </w:p>
        </w:tc>
      </w:tr>
      <w:tr w:rsidR="00F36855" w:rsidRPr="00F77953" w14:paraId="7853FAA6" w14:textId="77777777" w:rsidTr="007B5485">
        <w:tc>
          <w:tcPr>
            <w:tcW w:w="9356" w:type="dxa"/>
            <w:gridSpan w:val="2"/>
          </w:tcPr>
          <w:p w14:paraId="705D8CEF" w14:textId="5714990A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 xml:space="preserve">Aadress: </w:t>
            </w:r>
            <w:r w:rsidR="00A6440B" w:rsidRPr="00F77953">
              <w:rPr>
                <w:rFonts w:cs="Arial"/>
                <w:sz w:val="21"/>
                <w:szCs w:val="21"/>
                <w:lang w:val="et-EE"/>
              </w:rPr>
              <w:t xml:space="preserve">Suur-Patarei tn 13, </w:t>
            </w:r>
            <w:r w:rsidR="00162B62" w:rsidRPr="00F77953">
              <w:rPr>
                <w:rFonts w:cs="Arial"/>
                <w:sz w:val="21"/>
                <w:szCs w:val="21"/>
                <w:lang w:val="et-EE"/>
              </w:rPr>
              <w:t>Tallinn,</w:t>
            </w:r>
            <w:r w:rsidR="00162B62">
              <w:rPr>
                <w:rFonts w:cs="Arial"/>
                <w:sz w:val="21"/>
                <w:szCs w:val="21"/>
                <w:lang w:val="et-EE"/>
              </w:rPr>
              <w:t xml:space="preserve"> </w:t>
            </w:r>
            <w:r w:rsidR="00162B62" w:rsidRPr="00F77953">
              <w:rPr>
                <w:rFonts w:cs="Arial"/>
                <w:sz w:val="21"/>
                <w:szCs w:val="21"/>
                <w:lang w:val="et-EE"/>
              </w:rPr>
              <w:t>Harju maakond</w:t>
            </w:r>
            <w:r w:rsidR="00162B62">
              <w:rPr>
                <w:rFonts w:cs="Arial"/>
                <w:sz w:val="21"/>
                <w:szCs w:val="21"/>
                <w:lang w:val="et-EE"/>
              </w:rPr>
              <w:t xml:space="preserve"> </w:t>
            </w:r>
            <w:r w:rsidR="00A6440B" w:rsidRPr="00F77953">
              <w:rPr>
                <w:rFonts w:cs="Arial"/>
                <w:sz w:val="21"/>
                <w:szCs w:val="21"/>
                <w:lang w:val="et-EE"/>
              </w:rPr>
              <w:t>10415</w:t>
            </w:r>
          </w:p>
          <w:p w14:paraId="4FF4AB14" w14:textId="77777777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</w:p>
        </w:tc>
      </w:tr>
      <w:tr w:rsidR="00F36855" w:rsidRPr="00F77953" w14:paraId="7C09D305" w14:textId="77777777" w:rsidTr="007B5485">
        <w:tc>
          <w:tcPr>
            <w:tcW w:w="9356" w:type="dxa"/>
            <w:gridSpan w:val="2"/>
          </w:tcPr>
          <w:p w14:paraId="166D595C" w14:textId="220F5ED5" w:rsidR="00F36855" w:rsidRPr="00F77953" w:rsidRDefault="00F36855" w:rsidP="00F77953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 xml:space="preserve">Kontaktisik: </w:t>
            </w:r>
            <w:r w:rsidR="00C62486" w:rsidRPr="00C62486">
              <w:rPr>
                <w:rFonts w:cs="Arial"/>
                <w:sz w:val="21"/>
                <w:szCs w:val="21"/>
                <w:lang w:val="et-EE"/>
              </w:rPr>
              <w:t>Argo Servet</w:t>
            </w:r>
          </w:p>
        </w:tc>
      </w:tr>
      <w:tr w:rsidR="00F36855" w:rsidRPr="00F77953" w14:paraId="083B5CE6" w14:textId="77777777" w:rsidTr="007B5485">
        <w:tc>
          <w:tcPr>
            <w:tcW w:w="9356" w:type="dxa"/>
            <w:gridSpan w:val="2"/>
          </w:tcPr>
          <w:p w14:paraId="1FF1544A" w14:textId="18C784D1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 xml:space="preserve">Tel: </w:t>
            </w:r>
            <w:r w:rsidR="007E67F4">
              <w:rPr>
                <w:rFonts w:cs="Arial"/>
                <w:sz w:val="21"/>
                <w:szCs w:val="21"/>
                <w:lang w:val="et-EE"/>
              </w:rPr>
              <w:t>+372 5105246</w:t>
            </w:r>
          </w:p>
        </w:tc>
      </w:tr>
      <w:tr w:rsidR="00F36855" w:rsidRPr="00F77953" w14:paraId="693F3DE5" w14:textId="77777777" w:rsidTr="007B5485">
        <w:tc>
          <w:tcPr>
            <w:tcW w:w="9356" w:type="dxa"/>
            <w:gridSpan w:val="2"/>
          </w:tcPr>
          <w:p w14:paraId="68679801" w14:textId="352702C7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 xml:space="preserve">E-post: </w:t>
            </w:r>
            <w:r w:rsidR="007E67F4">
              <w:rPr>
                <w:rFonts w:cs="Arial"/>
                <w:sz w:val="21"/>
                <w:szCs w:val="21"/>
                <w:lang w:val="et-EE"/>
              </w:rPr>
              <w:t>powerwind@greenbit.group</w:t>
            </w:r>
          </w:p>
        </w:tc>
      </w:tr>
    </w:tbl>
    <w:p w14:paraId="3A366ABC" w14:textId="77777777" w:rsidR="00F36855" w:rsidRPr="00F77953" w:rsidRDefault="00F36855" w:rsidP="00F36855">
      <w:pPr>
        <w:spacing w:after="200" w:line="276" w:lineRule="auto"/>
        <w:ind w:left="720"/>
        <w:contextualSpacing/>
        <w:rPr>
          <w:rFonts w:eastAsiaTheme="minorHAnsi" w:cs="Arial"/>
          <w:b/>
          <w:sz w:val="21"/>
          <w:szCs w:val="21"/>
          <w:lang w:val="et-EE"/>
        </w:rPr>
      </w:pPr>
    </w:p>
    <w:p w14:paraId="54A98164" w14:textId="77777777" w:rsidR="00F36855" w:rsidRPr="00F77953" w:rsidRDefault="00F36855" w:rsidP="00F36855">
      <w:pPr>
        <w:spacing w:after="200" w:line="276" w:lineRule="auto"/>
        <w:contextualSpacing/>
        <w:rPr>
          <w:rFonts w:eastAsiaTheme="minorHAnsi" w:cs="Arial"/>
          <w:b/>
          <w:sz w:val="21"/>
          <w:szCs w:val="21"/>
          <w:lang w:val="et-EE"/>
        </w:rPr>
      </w:pPr>
      <w:r w:rsidRPr="00F77953">
        <w:rPr>
          <w:rFonts w:eastAsiaTheme="minorHAnsi" w:cs="Arial"/>
          <w:b/>
          <w:sz w:val="21"/>
          <w:szCs w:val="21"/>
          <w:lang w:val="et-EE"/>
        </w:rPr>
        <w:t>SERVITUUDI VÕI ISIKLIKU KASUTUSÕIGUSE SEADMISE SISU</w:t>
      </w:r>
    </w:p>
    <w:p w14:paraId="05D5C408" w14:textId="77777777" w:rsidR="00F36855" w:rsidRPr="00F77953" w:rsidRDefault="00F36855" w:rsidP="00F36855">
      <w:pPr>
        <w:spacing w:after="200" w:line="276" w:lineRule="auto"/>
        <w:ind w:left="720"/>
        <w:contextualSpacing/>
        <w:rPr>
          <w:rFonts w:eastAsiaTheme="minorHAnsi" w:cs="Arial"/>
          <w:b/>
          <w:sz w:val="21"/>
          <w:szCs w:val="21"/>
          <w:lang w:val="et-EE"/>
        </w:rPr>
      </w:pPr>
    </w:p>
    <w:tbl>
      <w:tblPr>
        <w:tblStyle w:val="Kontuurtabel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F36855" w:rsidRPr="00F77953" w14:paraId="6C76BA58" w14:textId="77777777" w:rsidTr="007B5485">
        <w:tc>
          <w:tcPr>
            <w:tcW w:w="9356" w:type="dxa"/>
          </w:tcPr>
          <w:p w14:paraId="74CE0D31" w14:textId="77777777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</w:p>
          <w:p w14:paraId="1FDD0A09" w14:textId="77777777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>Koormatava kinnisasja aadress, kinnistusregistriosa number, katastriüksuse tunnus:</w:t>
            </w:r>
          </w:p>
          <w:p w14:paraId="492B0C6F" w14:textId="77777777" w:rsidR="00AF7740" w:rsidRPr="00F77953" w:rsidRDefault="00AF7740" w:rsidP="009812D5">
            <w:pPr>
              <w:rPr>
                <w:rFonts w:cs="Arial"/>
                <w:b/>
                <w:bCs/>
                <w:sz w:val="16"/>
                <w:szCs w:val="16"/>
                <w:lang w:val="et-EE"/>
              </w:rPr>
            </w:pPr>
          </w:p>
          <w:p w14:paraId="26062FA5" w14:textId="5BA0CA25" w:rsidR="00AC42F5" w:rsidRPr="00F77953" w:rsidRDefault="00A6440B" w:rsidP="00604E7F">
            <w:pPr>
              <w:pStyle w:val="Loendilik"/>
              <w:numPr>
                <w:ilvl w:val="0"/>
                <w:numId w:val="10"/>
              </w:numPr>
              <w:ind w:left="317" w:hanging="317"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b/>
                <w:bCs/>
                <w:sz w:val="21"/>
                <w:szCs w:val="21"/>
                <w:lang w:val="et-EE"/>
              </w:rPr>
              <w:t>Kuressaare metskond 1111</w:t>
            </w:r>
            <w:r w:rsidR="00AF7740" w:rsidRPr="00F77953"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, </w:t>
            </w:r>
            <w:r w:rsidRPr="00F77953">
              <w:rPr>
                <w:rFonts w:cs="Arial"/>
                <w:sz w:val="21"/>
                <w:szCs w:val="21"/>
                <w:lang w:val="et-EE"/>
              </w:rPr>
              <w:t>Upa</w:t>
            </w:r>
            <w:r w:rsidR="00A16F5A" w:rsidRPr="00F77953">
              <w:rPr>
                <w:rFonts w:cs="Arial"/>
                <w:sz w:val="21"/>
                <w:szCs w:val="21"/>
                <w:lang w:val="et-EE"/>
              </w:rPr>
              <w:t xml:space="preserve"> küla</w:t>
            </w:r>
            <w:r w:rsidR="00AF7740" w:rsidRPr="00F77953">
              <w:rPr>
                <w:rFonts w:cs="Arial"/>
                <w:sz w:val="21"/>
                <w:szCs w:val="21"/>
                <w:lang w:val="et-EE"/>
              </w:rPr>
              <w:t xml:space="preserve">, </w:t>
            </w:r>
            <w:r w:rsidRPr="00F77953">
              <w:rPr>
                <w:rFonts w:cs="Arial"/>
                <w:sz w:val="21"/>
                <w:szCs w:val="21"/>
                <w:lang w:val="et-EE"/>
              </w:rPr>
              <w:t>Saare</w:t>
            </w:r>
            <w:r w:rsidR="00AF7740" w:rsidRPr="00F77953">
              <w:rPr>
                <w:rFonts w:cs="Arial"/>
                <w:sz w:val="21"/>
                <w:szCs w:val="21"/>
                <w:lang w:val="et-EE"/>
              </w:rPr>
              <w:t xml:space="preserve">maa vald, </w:t>
            </w:r>
            <w:r w:rsidRPr="00F77953">
              <w:rPr>
                <w:rFonts w:cs="Arial"/>
                <w:sz w:val="21"/>
                <w:szCs w:val="21"/>
                <w:lang w:val="et-EE"/>
              </w:rPr>
              <w:t>Saare</w:t>
            </w:r>
            <w:r w:rsidR="00AF7740" w:rsidRPr="00F77953">
              <w:rPr>
                <w:rFonts w:cs="Arial"/>
                <w:sz w:val="21"/>
                <w:szCs w:val="21"/>
                <w:lang w:val="et-EE"/>
              </w:rPr>
              <w:t xml:space="preserve"> maakond, registriosa number</w:t>
            </w:r>
            <w:r w:rsidR="00AF7740" w:rsidRPr="00F77953"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 </w:t>
            </w:r>
            <w:r w:rsidRPr="00F77953">
              <w:rPr>
                <w:rFonts w:cs="Arial"/>
                <w:b/>
                <w:bCs/>
                <w:sz w:val="21"/>
                <w:szCs w:val="21"/>
                <w:lang w:val="et-EE"/>
              </w:rPr>
              <w:t>4052234</w:t>
            </w:r>
            <w:r w:rsidR="00AF7740" w:rsidRPr="00F77953"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, </w:t>
            </w:r>
            <w:r w:rsidR="00AF7740" w:rsidRPr="00F77953">
              <w:rPr>
                <w:rFonts w:cs="Arial"/>
                <w:sz w:val="21"/>
                <w:szCs w:val="21"/>
                <w:lang w:val="et-EE"/>
              </w:rPr>
              <w:t xml:space="preserve">katastriüksuse tunnus </w:t>
            </w:r>
            <w:r w:rsidRPr="00F77953">
              <w:rPr>
                <w:rFonts w:cs="Arial"/>
                <w:sz w:val="21"/>
                <w:szCs w:val="21"/>
                <w:lang w:val="et-EE"/>
              </w:rPr>
              <w:t>27003:001:0959</w:t>
            </w:r>
            <w:r w:rsidR="00BF6FF3" w:rsidRPr="00F77953">
              <w:rPr>
                <w:rFonts w:cs="Arial"/>
                <w:sz w:val="21"/>
                <w:szCs w:val="21"/>
                <w:lang w:val="et-EE"/>
              </w:rPr>
              <w:t>.</w:t>
            </w:r>
          </w:p>
          <w:p w14:paraId="646E09B1" w14:textId="77D72602" w:rsidR="00690C05" w:rsidRPr="00F77953" w:rsidRDefault="00690C05" w:rsidP="00BF6FF3">
            <w:pPr>
              <w:pStyle w:val="Loendilik"/>
              <w:ind w:left="316"/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F36855" w:rsidRPr="00F77953" w14:paraId="42371C68" w14:textId="77777777" w:rsidTr="007B5485">
        <w:tc>
          <w:tcPr>
            <w:tcW w:w="9356" w:type="dxa"/>
          </w:tcPr>
          <w:p w14:paraId="21D7A327" w14:textId="77777777" w:rsidR="00F36855" w:rsidRPr="00F77953" w:rsidRDefault="00F36855" w:rsidP="00636C1F">
            <w:pPr>
              <w:contextualSpacing/>
              <w:rPr>
                <w:rFonts w:cs="Arial"/>
                <w:sz w:val="16"/>
                <w:szCs w:val="16"/>
                <w:lang w:val="et-EE"/>
              </w:rPr>
            </w:pPr>
          </w:p>
          <w:p w14:paraId="689AD945" w14:textId="77777777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>Reaalservituudi taotlemise korral valitseva kinnisasja aadress, kinnistusregistriosa number ja katastriüksuse tunnus:</w:t>
            </w:r>
          </w:p>
          <w:p w14:paraId="178E1E8F" w14:textId="77777777" w:rsidR="00F36855" w:rsidRPr="00F77953" w:rsidRDefault="00F36855" w:rsidP="00636C1F">
            <w:pPr>
              <w:contextualSpacing/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F36855" w:rsidRPr="00F77953" w14:paraId="6F49C901" w14:textId="77777777" w:rsidTr="007B5485">
        <w:tc>
          <w:tcPr>
            <w:tcW w:w="9356" w:type="dxa"/>
          </w:tcPr>
          <w:p w14:paraId="57498E0F" w14:textId="77777777" w:rsidR="00F36855" w:rsidRPr="00F77953" w:rsidRDefault="00F36855" w:rsidP="00636C1F">
            <w:pPr>
              <w:contextualSpacing/>
              <w:rPr>
                <w:rFonts w:cs="Arial"/>
                <w:sz w:val="16"/>
                <w:szCs w:val="16"/>
                <w:lang w:val="et-EE"/>
              </w:rPr>
            </w:pPr>
          </w:p>
          <w:p w14:paraId="3BDBABD8" w14:textId="77777777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>Servituudi tähtaeg: tähtajatu</w:t>
            </w:r>
          </w:p>
          <w:p w14:paraId="755C4180" w14:textId="77777777" w:rsidR="00F36855" w:rsidRPr="00F77953" w:rsidRDefault="00F36855" w:rsidP="00636C1F">
            <w:pPr>
              <w:contextualSpacing/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F36855" w:rsidRPr="00F77953" w14:paraId="086FE3A1" w14:textId="77777777" w:rsidTr="007B5485">
        <w:tc>
          <w:tcPr>
            <w:tcW w:w="9356" w:type="dxa"/>
          </w:tcPr>
          <w:p w14:paraId="7CB10ECA" w14:textId="77777777" w:rsidR="00F36855" w:rsidRPr="00F77953" w:rsidRDefault="00F36855" w:rsidP="00636C1F">
            <w:pPr>
              <w:contextualSpacing/>
              <w:rPr>
                <w:rFonts w:cs="Arial"/>
                <w:sz w:val="16"/>
                <w:szCs w:val="16"/>
                <w:lang w:val="et-EE"/>
              </w:rPr>
            </w:pPr>
          </w:p>
          <w:p w14:paraId="2F915D16" w14:textId="618BA998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>Servituudiga koormatava ala (servituudi ala) pindala (m</w:t>
            </w:r>
            <w:r w:rsidRPr="00F77953">
              <w:rPr>
                <w:rFonts w:cs="Arial"/>
                <w:sz w:val="21"/>
                <w:szCs w:val="21"/>
                <w:vertAlign w:val="superscript"/>
                <w:lang w:val="et-EE"/>
              </w:rPr>
              <w:t>2</w:t>
            </w:r>
            <w:r w:rsidRPr="00F77953">
              <w:rPr>
                <w:rFonts w:cs="Arial"/>
                <w:sz w:val="21"/>
                <w:szCs w:val="21"/>
                <w:lang w:val="et-EE"/>
              </w:rPr>
              <w:t>)</w:t>
            </w:r>
            <w:r w:rsidR="004E3FF3" w:rsidRPr="00F77953">
              <w:rPr>
                <w:rFonts w:cs="Arial"/>
                <w:sz w:val="21"/>
                <w:szCs w:val="21"/>
                <w:lang w:val="et-EE"/>
              </w:rPr>
              <w:t xml:space="preserve"> </w:t>
            </w:r>
          </w:p>
          <w:p w14:paraId="60005954" w14:textId="13BCEE65" w:rsidR="00EE707C" w:rsidRPr="00F77953" w:rsidRDefault="00DB7FE5" w:rsidP="00F55C32">
            <w:pPr>
              <w:pStyle w:val="Loendilik"/>
              <w:numPr>
                <w:ilvl w:val="0"/>
                <w:numId w:val="21"/>
              </w:numPr>
              <w:rPr>
                <w:rFonts w:cs="Arial"/>
                <w:b/>
                <w:bCs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Kuressaare metskond 1111 </w:t>
            </w:r>
            <w:r w:rsidR="00B803B9" w:rsidRPr="00F77953">
              <w:rPr>
                <w:rFonts w:cs="Arial"/>
                <w:sz w:val="21"/>
                <w:szCs w:val="21"/>
                <w:lang w:val="et-EE"/>
              </w:rPr>
              <w:t xml:space="preserve">maaüksusel ca </w:t>
            </w:r>
            <w:r w:rsidR="00C62486">
              <w:rPr>
                <w:rFonts w:cs="Arial"/>
                <w:sz w:val="21"/>
                <w:szCs w:val="21"/>
                <w:lang w:val="et-EE"/>
              </w:rPr>
              <w:t>596</w:t>
            </w:r>
            <w:r w:rsidR="00035923" w:rsidRPr="00F77953">
              <w:rPr>
                <w:rFonts w:cs="Arial"/>
                <w:sz w:val="21"/>
                <w:szCs w:val="21"/>
                <w:lang w:val="et-EE"/>
              </w:rPr>
              <w:t xml:space="preserve"> </w:t>
            </w:r>
            <w:r w:rsidR="00B803B9" w:rsidRPr="00F77953">
              <w:rPr>
                <w:rFonts w:cs="Arial"/>
                <w:sz w:val="21"/>
                <w:szCs w:val="21"/>
                <w:lang w:val="et-EE"/>
              </w:rPr>
              <w:t>m</w:t>
            </w:r>
            <w:r w:rsidR="00B803B9" w:rsidRPr="00F77953">
              <w:rPr>
                <w:rFonts w:cs="Arial"/>
                <w:sz w:val="21"/>
                <w:szCs w:val="21"/>
                <w:vertAlign w:val="superscript"/>
                <w:lang w:val="et-EE"/>
              </w:rPr>
              <w:t>2</w:t>
            </w:r>
            <w:r w:rsidR="00536BB2" w:rsidRPr="00F77953">
              <w:rPr>
                <w:rFonts w:cs="Arial"/>
                <w:sz w:val="21"/>
                <w:szCs w:val="21"/>
                <w:vertAlign w:val="superscript"/>
                <w:lang w:val="et-EE"/>
              </w:rPr>
              <w:t xml:space="preserve"> </w:t>
            </w:r>
            <w:r w:rsidR="00536BB2" w:rsidRPr="00F77953"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, </w:t>
            </w:r>
            <w:r w:rsidR="00D80707" w:rsidRPr="00F77953"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PARI </w:t>
            </w:r>
            <w:r w:rsidR="00F77953" w:rsidRPr="00F77953">
              <w:rPr>
                <w:rFonts w:cs="Arial"/>
                <w:b/>
                <w:bCs/>
                <w:sz w:val="21"/>
                <w:szCs w:val="21"/>
                <w:lang w:val="et-EE"/>
              </w:rPr>
              <w:t>7107</w:t>
            </w:r>
            <w:r w:rsidR="00C62486">
              <w:rPr>
                <w:rFonts w:cs="Arial"/>
                <w:b/>
                <w:bCs/>
                <w:sz w:val="21"/>
                <w:szCs w:val="21"/>
                <w:lang w:val="et-EE"/>
              </w:rPr>
              <w:t>90</w:t>
            </w:r>
            <w:r w:rsidR="00461207" w:rsidRPr="00F77953">
              <w:rPr>
                <w:rFonts w:cs="Arial"/>
                <w:b/>
                <w:bCs/>
                <w:sz w:val="21"/>
                <w:szCs w:val="21"/>
                <w:lang w:val="et-EE"/>
              </w:rPr>
              <w:t xml:space="preserve">, </w:t>
            </w:r>
            <w:r w:rsidR="00C62486" w:rsidRPr="00C62486">
              <w:rPr>
                <w:sz w:val="21"/>
                <w:szCs w:val="21"/>
                <w:lang w:val="et-EE"/>
              </w:rPr>
              <w:t>https://pari.kataster.ee/magic-link/0e9538a2-76ca-4218-b4e4-977d615d15e1</w:t>
            </w:r>
          </w:p>
        </w:tc>
      </w:tr>
      <w:tr w:rsidR="00F36855" w:rsidRPr="00F77953" w14:paraId="52AFEC10" w14:textId="77777777" w:rsidTr="007B5485">
        <w:tc>
          <w:tcPr>
            <w:tcW w:w="9356" w:type="dxa"/>
          </w:tcPr>
          <w:p w14:paraId="477C517C" w14:textId="77777777" w:rsidR="00F36855" w:rsidRPr="00F77953" w:rsidRDefault="00F36855" w:rsidP="00636C1F">
            <w:pPr>
              <w:contextualSpacing/>
              <w:rPr>
                <w:rFonts w:cs="Arial"/>
                <w:sz w:val="16"/>
                <w:szCs w:val="16"/>
                <w:lang w:val="et-EE"/>
              </w:rPr>
            </w:pPr>
          </w:p>
          <w:p w14:paraId="074ECC28" w14:textId="15CB32B0" w:rsidR="00F36855" w:rsidRPr="00F77953" w:rsidRDefault="00F36855" w:rsidP="00636C1F">
            <w:pPr>
              <w:contextualSpacing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t xml:space="preserve">Servituudi sisu (kirjeldus) ja eesmärk: </w:t>
            </w:r>
            <w:r w:rsidR="00C62486">
              <w:rPr>
                <w:rFonts w:cs="Arial"/>
                <w:sz w:val="21"/>
                <w:szCs w:val="21"/>
                <w:lang w:val="et-EE"/>
              </w:rPr>
              <w:t>gaasitrassi</w:t>
            </w:r>
            <w:r w:rsidR="00134198" w:rsidRPr="00F77953">
              <w:rPr>
                <w:rFonts w:cs="Arial"/>
                <w:sz w:val="21"/>
                <w:szCs w:val="21"/>
                <w:lang w:val="et-EE"/>
              </w:rPr>
              <w:t xml:space="preserve"> </w:t>
            </w:r>
            <w:r w:rsidR="00310D06" w:rsidRPr="00F77953">
              <w:rPr>
                <w:rFonts w:cs="Arial"/>
                <w:sz w:val="21"/>
                <w:szCs w:val="21"/>
                <w:lang w:val="et-EE"/>
              </w:rPr>
              <w:t>loomine</w:t>
            </w:r>
          </w:p>
          <w:p w14:paraId="74FAC04B" w14:textId="77777777" w:rsidR="00F36855" w:rsidRPr="00F77953" w:rsidRDefault="00F36855" w:rsidP="00636C1F">
            <w:pPr>
              <w:contextualSpacing/>
              <w:rPr>
                <w:rFonts w:cs="Arial"/>
                <w:sz w:val="16"/>
                <w:szCs w:val="16"/>
                <w:lang w:val="et-EE"/>
              </w:rPr>
            </w:pPr>
          </w:p>
        </w:tc>
      </w:tr>
      <w:tr w:rsidR="00F36855" w:rsidRPr="00F77953" w14:paraId="2264A12F" w14:textId="77777777" w:rsidTr="007B5485">
        <w:tc>
          <w:tcPr>
            <w:tcW w:w="9356" w:type="dxa"/>
          </w:tcPr>
          <w:p w14:paraId="2C85C1B2" w14:textId="4A8F3F42" w:rsidR="00AA0EF4" w:rsidRPr="00F77953" w:rsidRDefault="00F36855" w:rsidP="00636C1F">
            <w:pPr>
              <w:contextualSpacing/>
              <w:jc w:val="both"/>
              <w:rPr>
                <w:rFonts w:cs="Arial"/>
                <w:sz w:val="21"/>
                <w:szCs w:val="21"/>
                <w:lang w:val="et-EE"/>
              </w:rPr>
            </w:pPr>
            <w:r w:rsidRPr="00F77953">
              <w:rPr>
                <w:rFonts w:cs="Arial"/>
                <w:sz w:val="21"/>
                <w:szCs w:val="21"/>
                <w:lang w:val="et-EE"/>
              </w:rPr>
              <w:br/>
            </w:r>
            <w:r w:rsidR="00F77953" w:rsidRPr="00F77953">
              <w:rPr>
                <w:rFonts w:cs="Arial"/>
                <w:sz w:val="21"/>
                <w:szCs w:val="21"/>
                <w:lang w:val="et-EE"/>
              </w:rPr>
              <w:t>Stacey OÜ</w:t>
            </w:r>
            <w:r w:rsidR="00134A80" w:rsidRPr="00F77953">
              <w:rPr>
                <w:rFonts w:cs="Arial"/>
                <w:sz w:val="21"/>
                <w:szCs w:val="21"/>
                <w:lang w:val="et-EE"/>
              </w:rPr>
              <w:t xml:space="preserve"> tellimusel on </w:t>
            </w:r>
            <w:r w:rsidR="00F77953" w:rsidRPr="00F77953">
              <w:rPr>
                <w:rFonts w:cs="Arial"/>
                <w:sz w:val="21"/>
                <w:szCs w:val="21"/>
                <w:lang w:val="et-EE"/>
              </w:rPr>
              <w:t>LE-P</w:t>
            </w:r>
            <w:r w:rsidR="00A5295E" w:rsidRPr="00F77953">
              <w:rPr>
                <w:rFonts w:cs="Arial"/>
                <w:sz w:val="21"/>
                <w:szCs w:val="21"/>
                <w:lang w:val="et-EE"/>
              </w:rPr>
              <w:t>roje</w:t>
            </w:r>
            <w:r w:rsidR="00F77953" w:rsidRPr="00F77953">
              <w:rPr>
                <w:rFonts w:cs="Arial"/>
                <w:sz w:val="21"/>
                <w:szCs w:val="21"/>
                <w:lang w:val="et-EE"/>
              </w:rPr>
              <w:t>cts</w:t>
            </w:r>
            <w:r w:rsidR="000953B5" w:rsidRPr="00F77953">
              <w:rPr>
                <w:rFonts w:cs="Arial"/>
                <w:sz w:val="21"/>
                <w:szCs w:val="21"/>
                <w:lang w:val="et-EE"/>
              </w:rPr>
              <w:t xml:space="preserve"> OÜ</w:t>
            </w:r>
            <w:r w:rsidR="00134A80" w:rsidRPr="00F77953">
              <w:rPr>
                <w:rFonts w:cs="Arial"/>
                <w:sz w:val="21"/>
                <w:szCs w:val="21"/>
                <w:lang w:val="et-EE"/>
              </w:rPr>
              <w:t xml:space="preserve"> koostanud projekti </w:t>
            </w:r>
            <w:r w:rsidR="00F77953" w:rsidRPr="00F77953">
              <w:rPr>
                <w:rFonts w:cs="Arial"/>
                <w:i/>
                <w:iCs/>
                <w:sz w:val="21"/>
                <w:szCs w:val="21"/>
                <w:lang w:val="et-EE"/>
              </w:rPr>
              <w:t>Töö 343/24 „Sikassaare energiakeskuse 10 kV maakaabli paigalduse projekt. Sikassaare küla, Tahula küla, Saare maakond, Saaremaa vald“.</w:t>
            </w:r>
          </w:p>
        </w:tc>
      </w:tr>
    </w:tbl>
    <w:p w14:paraId="0988418C" w14:textId="77777777" w:rsidR="00F36855" w:rsidRPr="00F77953" w:rsidRDefault="00F36855" w:rsidP="00F36855">
      <w:pPr>
        <w:spacing w:after="200" w:line="276" w:lineRule="auto"/>
        <w:contextualSpacing/>
        <w:rPr>
          <w:rFonts w:eastAsiaTheme="minorHAnsi" w:cs="Arial"/>
          <w:sz w:val="16"/>
          <w:szCs w:val="16"/>
          <w:lang w:val="et-EE"/>
        </w:rPr>
      </w:pPr>
    </w:p>
    <w:p w14:paraId="586CB5F1" w14:textId="77777777" w:rsidR="00331F7B" w:rsidRPr="00F77953" w:rsidRDefault="00331F7B" w:rsidP="00F36855">
      <w:pPr>
        <w:spacing w:after="200" w:line="276" w:lineRule="auto"/>
        <w:contextualSpacing/>
        <w:rPr>
          <w:rFonts w:eastAsiaTheme="minorHAnsi" w:cs="Arial"/>
          <w:sz w:val="16"/>
          <w:szCs w:val="16"/>
          <w:lang w:val="et-EE"/>
        </w:rPr>
      </w:pPr>
    </w:p>
    <w:p w14:paraId="4B47578C" w14:textId="534D52C2" w:rsidR="00F36855" w:rsidRPr="00F77953" w:rsidRDefault="00F36855" w:rsidP="00F36855">
      <w:pPr>
        <w:spacing w:after="200" w:line="276" w:lineRule="auto"/>
        <w:contextualSpacing/>
        <w:rPr>
          <w:rFonts w:eastAsiaTheme="minorHAnsi" w:cs="Arial"/>
          <w:sz w:val="21"/>
          <w:szCs w:val="21"/>
          <w:lang w:val="et-EE"/>
        </w:rPr>
      </w:pPr>
      <w:r w:rsidRPr="00F77953">
        <w:rPr>
          <w:rFonts w:eastAsiaTheme="minorHAnsi" w:cs="Arial"/>
          <w:sz w:val="21"/>
          <w:szCs w:val="21"/>
          <w:lang w:val="et-EE"/>
        </w:rPr>
        <w:t>Lugupidamisega</w:t>
      </w:r>
    </w:p>
    <w:p w14:paraId="0AF67ED6" w14:textId="77777777" w:rsidR="00F36855" w:rsidRPr="00F77953" w:rsidRDefault="00F36855" w:rsidP="00F36855">
      <w:pPr>
        <w:spacing w:after="200" w:line="276" w:lineRule="auto"/>
        <w:contextualSpacing/>
        <w:rPr>
          <w:rFonts w:eastAsiaTheme="minorHAnsi" w:cs="Arial"/>
          <w:sz w:val="16"/>
          <w:szCs w:val="16"/>
          <w:lang w:val="et-EE"/>
        </w:rPr>
      </w:pPr>
    </w:p>
    <w:p w14:paraId="2D6C9D94" w14:textId="77777777" w:rsidR="00F36855" w:rsidRPr="00F77953" w:rsidRDefault="00F36855" w:rsidP="00F36855">
      <w:pPr>
        <w:spacing w:after="200" w:line="276" w:lineRule="auto"/>
        <w:contextualSpacing/>
        <w:rPr>
          <w:rFonts w:eastAsiaTheme="minorHAnsi" w:cs="Arial"/>
          <w:color w:val="808080" w:themeColor="background1" w:themeShade="80"/>
          <w:sz w:val="18"/>
          <w:szCs w:val="18"/>
          <w:lang w:val="et-EE"/>
        </w:rPr>
      </w:pPr>
      <w:r w:rsidRPr="00F77953">
        <w:rPr>
          <w:rFonts w:eastAsiaTheme="minorHAnsi" w:cs="Arial"/>
          <w:color w:val="808080" w:themeColor="background1" w:themeShade="80"/>
          <w:sz w:val="18"/>
          <w:szCs w:val="18"/>
          <w:lang w:val="et-EE"/>
        </w:rPr>
        <w:t>/digiallkiri/</w:t>
      </w:r>
    </w:p>
    <w:p w14:paraId="3AE5F555" w14:textId="77777777" w:rsidR="00F36855" w:rsidRPr="00F77953" w:rsidRDefault="00F36855" w:rsidP="00F36855">
      <w:pPr>
        <w:spacing w:after="200" w:line="276" w:lineRule="auto"/>
        <w:contextualSpacing/>
        <w:rPr>
          <w:rFonts w:eastAsiaTheme="minorHAnsi" w:cs="Arial"/>
          <w:sz w:val="16"/>
          <w:szCs w:val="16"/>
          <w:lang w:val="et-EE"/>
        </w:rPr>
      </w:pPr>
    </w:p>
    <w:p w14:paraId="4BFF5A8D" w14:textId="77777777" w:rsidR="00F032A9" w:rsidRDefault="00F032A9" w:rsidP="00F36855">
      <w:pPr>
        <w:spacing w:after="200" w:line="276" w:lineRule="auto"/>
        <w:contextualSpacing/>
        <w:rPr>
          <w:rFonts w:eastAsiaTheme="minorHAnsi" w:cs="Arial"/>
          <w:sz w:val="21"/>
          <w:szCs w:val="21"/>
          <w:lang w:val="et-EE"/>
        </w:rPr>
      </w:pPr>
      <w:r w:rsidRPr="00F032A9">
        <w:rPr>
          <w:rFonts w:eastAsiaTheme="minorHAnsi" w:cs="Arial"/>
          <w:sz w:val="21"/>
          <w:szCs w:val="21"/>
          <w:lang w:val="et-EE"/>
        </w:rPr>
        <w:t xml:space="preserve">Argo Servet </w:t>
      </w:r>
    </w:p>
    <w:p w14:paraId="0D407560" w14:textId="58659483" w:rsidR="00F36855" w:rsidRPr="00F77953" w:rsidRDefault="00F77953" w:rsidP="00F36855">
      <w:pPr>
        <w:spacing w:after="200" w:line="276" w:lineRule="auto"/>
        <w:contextualSpacing/>
        <w:rPr>
          <w:rFonts w:eastAsiaTheme="minorHAnsi" w:cs="Arial"/>
          <w:sz w:val="21"/>
          <w:szCs w:val="21"/>
          <w:lang w:val="et-EE"/>
        </w:rPr>
      </w:pPr>
      <w:r w:rsidRPr="00F77953">
        <w:rPr>
          <w:rFonts w:eastAsiaTheme="minorHAnsi" w:cs="Arial"/>
          <w:sz w:val="21"/>
          <w:szCs w:val="21"/>
          <w:lang w:val="et-EE"/>
        </w:rPr>
        <w:t>Juhatuse liige</w:t>
      </w:r>
    </w:p>
    <w:p w14:paraId="7CE39CD1" w14:textId="77777777" w:rsidR="00F36855" w:rsidRPr="00F77953" w:rsidRDefault="00F36855" w:rsidP="00F36855">
      <w:pPr>
        <w:spacing w:after="200" w:line="276" w:lineRule="auto"/>
        <w:contextualSpacing/>
        <w:rPr>
          <w:rFonts w:eastAsiaTheme="minorHAnsi" w:cs="Arial"/>
          <w:sz w:val="16"/>
          <w:szCs w:val="16"/>
          <w:lang w:val="et-EE"/>
        </w:rPr>
      </w:pPr>
    </w:p>
    <w:p w14:paraId="4303FFED" w14:textId="77777777" w:rsidR="00F36855" w:rsidRPr="00F77953" w:rsidRDefault="00F36855" w:rsidP="00F36855">
      <w:pPr>
        <w:spacing w:after="200" w:line="276" w:lineRule="auto"/>
        <w:contextualSpacing/>
        <w:rPr>
          <w:rFonts w:eastAsiaTheme="minorHAnsi" w:cs="Arial"/>
          <w:sz w:val="16"/>
          <w:szCs w:val="16"/>
          <w:lang w:val="et-EE"/>
        </w:rPr>
      </w:pPr>
    </w:p>
    <w:p w14:paraId="62AF9C30" w14:textId="335B5FC4" w:rsidR="00CC648A" w:rsidRPr="00A6440B" w:rsidRDefault="00F36855" w:rsidP="00F77953">
      <w:pPr>
        <w:spacing w:after="200"/>
        <w:contextualSpacing/>
        <w:rPr>
          <w:b/>
          <w:sz w:val="22"/>
          <w:szCs w:val="22"/>
          <w:lang w:val="et-EE"/>
        </w:rPr>
      </w:pPr>
      <w:r w:rsidRPr="00F77953">
        <w:rPr>
          <w:rFonts w:eastAsiaTheme="minorHAnsi" w:cs="Arial"/>
          <w:sz w:val="21"/>
          <w:szCs w:val="21"/>
          <w:lang w:val="et-EE"/>
        </w:rPr>
        <w:t xml:space="preserve">Lisa:  </w:t>
      </w:r>
      <w:r w:rsidR="0091036E">
        <w:rPr>
          <w:rFonts w:eastAsiaTheme="minorHAnsi" w:cs="Arial"/>
          <w:sz w:val="21"/>
          <w:szCs w:val="21"/>
          <w:lang w:val="et-EE"/>
        </w:rPr>
        <w:t>RMK</w:t>
      </w:r>
      <w:r w:rsidR="00F77953" w:rsidRPr="00F77953">
        <w:rPr>
          <w:rFonts w:eastAsiaTheme="minorHAnsi" w:cs="Arial"/>
          <w:sz w:val="21"/>
          <w:szCs w:val="21"/>
          <w:lang w:val="et-EE"/>
        </w:rPr>
        <w:t xml:space="preserve"> 1111_</w:t>
      </w:r>
      <w:r w:rsidR="00C62486">
        <w:rPr>
          <w:rFonts w:eastAsiaTheme="minorHAnsi" w:cs="Arial"/>
          <w:sz w:val="21"/>
          <w:szCs w:val="21"/>
          <w:lang w:val="et-EE"/>
        </w:rPr>
        <w:t>g</w:t>
      </w:r>
      <w:r w:rsidR="008F3D58" w:rsidRPr="00F77953">
        <w:rPr>
          <w:rFonts w:eastAsiaTheme="minorHAnsi" w:cs="Arial"/>
          <w:sz w:val="21"/>
          <w:szCs w:val="21"/>
          <w:lang w:val="et-EE"/>
        </w:rPr>
        <w:t>.pdf</w:t>
      </w:r>
    </w:p>
    <w:sectPr w:rsidR="00CC648A" w:rsidRPr="00A6440B" w:rsidSect="003042C6">
      <w:footerReference w:type="first" r:id="rId11"/>
      <w:pgSz w:w="11900" w:h="16840"/>
      <w:pgMar w:top="1135" w:right="1127" w:bottom="851" w:left="1418" w:header="794" w:footer="79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2BCC8" w14:textId="77777777" w:rsidR="00E44920" w:rsidRDefault="00E44920">
      <w:r>
        <w:separator/>
      </w:r>
    </w:p>
  </w:endnote>
  <w:endnote w:type="continuationSeparator" w:id="0">
    <w:p w14:paraId="24C5F5AB" w14:textId="77777777" w:rsidR="00E44920" w:rsidRDefault="00E4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XSpec="center" w:tblpY="15027"/>
      <w:tblOverlap w:val="never"/>
      <w:tblW w:w="1140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478"/>
      <w:gridCol w:w="3471"/>
      <w:gridCol w:w="1985"/>
    </w:tblGrid>
    <w:tr w:rsidR="000825E9" w14:paraId="44ECED9E" w14:textId="77777777" w:rsidTr="007543F7">
      <w:tc>
        <w:tcPr>
          <w:tcW w:w="3471" w:type="dxa"/>
        </w:tcPr>
        <w:p w14:paraId="05B15E74" w14:textId="0C870D95" w:rsidR="000825E9" w:rsidRDefault="000825E9" w:rsidP="007543F7">
          <w:pPr>
            <w:pStyle w:val="Jalus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478" w:type="dxa"/>
        </w:tcPr>
        <w:p w14:paraId="008139F9" w14:textId="77777777" w:rsidR="000825E9" w:rsidRDefault="000825E9" w:rsidP="007543F7">
          <w:pPr>
            <w:pStyle w:val="Jalus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64E38D70" w14:textId="2A4A7684" w:rsidR="000825E9" w:rsidRDefault="000825E9" w:rsidP="007543F7">
          <w:pPr>
            <w:pStyle w:val="Jalus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08B5E3B3" w14:textId="77777777" w:rsidR="000825E9" w:rsidRDefault="000825E9" w:rsidP="007543F7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0825E9" w:rsidRPr="0077377F" w14:paraId="6420944A" w14:textId="77777777" w:rsidTr="007543F7">
      <w:tc>
        <w:tcPr>
          <w:tcW w:w="3471" w:type="dxa"/>
        </w:tcPr>
        <w:p w14:paraId="3B24E856" w14:textId="6966F683" w:rsidR="000825E9" w:rsidRDefault="000825E9" w:rsidP="007543F7">
          <w:pPr>
            <w:pStyle w:val="Jalus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478" w:type="dxa"/>
        </w:tcPr>
        <w:p w14:paraId="11F1FCD8" w14:textId="3420CD0B" w:rsidR="000825E9" w:rsidRDefault="000825E9" w:rsidP="007543F7">
          <w:pPr>
            <w:pStyle w:val="Jalus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16FB8C23" w14:textId="7899B0EA" w:rsidR="000825E9" w:rsidRDefault="000825E9" w:rsidP="007543F7">
          <w:pPr>
            <w:pStyle w:val="Jalus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07C6791A" w14:textId="7C3A533C" w:rsidR="000825E9" w:rsidRPr="0077377F" w:rsidRDefault="000825E9" w:rsidP="007543F7">
          <w:pPr>
            <w:pStyle w:val="Jalus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50E5BD6A" w14:textId="77777777" w:rsidR="008C171A" w:rsidRDefault="008C171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C2CC5" w14:textId="77777777" w:rsidR="00E44920" w:rsidRDefault="00E44920">
      <w:r>
        <w:separator/>
      </w:r>
    </w:p>
  </w:footnote>
  <w:footnote w:type="continuationSeparator" w:id="0">
    <w:p w14:paraId="14FCC831" w14:textId="77777777" w:rsidR="00E44920" w:rsidRDefault="00E44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723FD"/>
    <w:multiLevelType w:val="hybridMultilevel"/>
    <w:tmpl w:val="8174BE0A"/>
    <w:lvl w:ilvl="0" w:tplc="54AEE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26588"/>
    <w:multiLevelType w:val="hybridMultilevel"/>
    <w:tmpl w:val="8174BE0A"/>
    <w:lvl w:ilvl="0" w:tplc="54AEE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24B4D"/>
    <w:multiLevelType w:val="hybridMultilevel"/>
    <w:tmpl w:val="8174BE0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800BE6"/>
    <w:multiLevelType w:val="hybridMultilevel"/>
    <w:tmpl w:val="8174BE0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215090"/>
    <w:multiLevelType w:val="hybridMultilevel"/>
    <w:tmpl w:val="9A2AC9AE"/>
    <w:lvl w:ilvl="0" w:tplc="39109FD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45" w:hanging="360"/>
      </w:pPr>
    </w:lvl>
    <w:lvl w:ilvl="2" w:tplc="0425001B" w:tentative="1">
      <w:start w:val="1"/>
      <w:numFmt w:val="lowerRoman"/>
      <w:lvlText w:val="%3."/>
      <w:lvlJc w:val="right"/>
      <w:pPr>
        <w:ind w:left="2865" w:hanging="180"/>
      </w:pPr>
    </w:lvl>
    <w:lvl w:ilvl="3" w:tplc="0425000F" w:tentative="1">
      <w:start w:val="1"/>
      <w:numFmt w:val="decimal"/>
      <w:lvlText w:val="%4."/>
      <w:lvlJc w:val="left"/>
      <w:pPr>
        <w:ind w:left="3585" w:hanging="360"/>
      </w:pPr>
    </w:lvl>
    <w:lvl w:ilvl="4" w:tplc="04250019" w:tentative="1">
      <w:start w:val="1"/>
      <w:numFmt w:val="lowerLetter"/>
      <w:lvlText w:val="%5."/>
      <w:lvlJc w:val="left"/>
      <w:pPr>
        <w:ind w:left="4305" w:hanging="360"/>
      </w:pPr>
    </w:lvl>
    <w:lvl w:ilvl="5" w:tplc="0425001B" w:tentative="1">
      <w:start w:val="1"/>
      <w:numFmt w:val="lowerRoman"/>
      <w:lvlText w:val="%6."/>
      <w:lvlJc w:val="right"/>
      <w:pPr>
        <w:ind w:left="5025" w:hanging="180"/>
      </w:pPr>
    </w:lvl>
    <w:lvl w:ilvl="6" w:tplc="0425000F" w:tentative="1">
      <w:start w:val="1"/>
      <w:numFmt w:val="decimal"/>
      <w:lvlText w:val="%7."/>
      <w:lvlJc w:val="left"/>
      <w:pPr>
        <w:ind w:left="5745" w:hanging="360"/>
      </w:pPr>
    </w:lvl>
    <w:lvl w:ilvl="7" w:tplc="04250019" w:tentative="1">
      <w:start w:val="1"/>
      <w:numFmt w:val="lowerLetter"/>
      <w:lvlText w:val="%8."/>
      <w:lvlJc w:val="left"/>
      <w:pPr>
        <w:ind w:left="6465" w:hanging="360"/>
      </w:pPr>
    </w:lvl>
    <w:lvl w:ilvl="8" w:tplc="042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EA82D65"/>
    <w:multiLevelType w:val="hybridMultilevel"/>
    <w:tmpl w:val="8174BE0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326552"/>
    <w:multiLevelType w:val="hybridMultilevel"/>
    <w:tmpl w:val="8174BE0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21044D"/>
    <w:multiLevelType w:val="hybridMultilevel"/>
    <w:tmpl w:val="324E4728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F497C"/>
    <w:multiLevelType w:val="hybridMultilevel"/>
    <w:tmpl w:val="8174BE0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BB4C6C"/>
    <w:multiLevelType w:val="hybridMultilevel"/>
    <w:tmpl w:val="EAB60B0C"/>
    <w:lvl w:ilvl="0" w:tplc="1CF081F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A5809"/>
    <w:multiLevelType w:val="hybridMultilevel"/>
    <w:tmpl w:val="8174BE0A"/>
    <w:lvl w:ilvl="0" w:tplc="54AEE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607D54"/>
    <w:multiLevelType w:val="hybridMultilevel"/>
    <w:tmpl w:val="F6ACB19E"/>
    <w:lvl w:ilvl="0" w:tplc="3828A704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2" w15:restartNumberingAfterBreak="0">
    <w:nsid w:val="4FB2387F"/>
    <w:multiLevelType w:val="hybridMultilevel"/>
    <w:tmpl w:val="9B800250"/>
    <w:lvl w:ilvl="0" w:tplc="DC8689B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9F7EB9"/>
    <w:multiLevelType w:val="hybridMultilevel"/>
    <w:tmpl w:val="8174BE0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A73AFD"/>
    <w:multiLevelType w:val="multilevel"/>
    <w:tmpl w:val="79064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4165A5"/>
    <w:multiLevelType w:val="hybridMultilevel"/>
    <w:tmpl w:val="504A85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64F5E"/>
    <w:multiLevelType w:val="hybridMultilevel"/>
    <w:tmpl w:val="592A37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3E54DF"/>
    <w:multiLevelType w:val="hybridMultilevel"/>
    <w:tmpl w:val="4B34662E"/>
    <w:lvl w:ilvl="0" w:tplc="79A2A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8269D"/>
    <w:multiLevelType w:val="hybridMultilevel"/>
    <w:tmpl w:val="5DD41E7A"/>
    <w:lvl w:ilvl="0" w:tplc="C2061274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E5AE7"/>
    <w:multiLevelType w:val="hybridMultilevel"/>
    <w:tmpl w:val="8174BE0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B6A5B39"/>
    <w:multiLevelType w:val="hybridMultilevel"/>
    <w:tmpl w:val="D15AE0FA"/>
    <w:lvl w:ilvl="0" w:tplc="5D76EA0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528064">
    <w:abstractNumId w:val="11"/>
  </w:num>
  <w:num w:numId="2" w16cid:durableId="1134327292">
    <w:abstractNumId w:val="18"/>
  </w:num>
  <w:num w:numId="3" w16cid:durableId="1636763417">
    <w:abstractNumId w:val="9"/>
  </w:num>
  <w:num w:numId="4" w16cid:durableId="376591038">
    <w:abstractNumId w:val="17"/>
  </w:num>
  <w:num w:numId="5" w16cid:durableId="1872036391">
    <w:abstractNumId w:val="14"/>
  </w:num>
  <w:num w:numId="6" w16cid:durableId="1410270843">
    <w:abstractNumId w:val="7"/>
  </w:num>
  <w:num w:numId="7" w16cid:durableId="862791452">
    <w:abstractNumId w:val="20"/>
  </w:num>
  <w:num w:numId="8" w16cid:durableId="1104182473">
    <w:abstractNumId w:val="15"/>
  </w:num>
  <w:num w:numId="9" w16cid:durableId="885140630">
    <w:abstractNumId w:val="4"/>
  </w:num>
  <w:num w:numId="10" w16cid:durableId="1502429731">
    <w:abstractNumId w:val="0"/>
  </w:num>
  <w:num w:numId="11" w16cid:durableId="1647320463">
    <w:abstractNumId w:val="1"/>
  </w:num>
  <w:num w:numId="12" w16cid:durableId="2013029011">
    <w:abstractNumId w:val="10"/>
  </w:num>
  <w:num w:numId="13" w16cid:durableId="888348152">
    <w:abstractNumId w:val="16"/>
  </w:num>
  <w:num w:numId="14" w16cid:durableId="1572306821">
    <w:abstractNumId w:val="13"/>
  </w:num>
  <w:num w:numId="15" w16cid:durableId="423838710">
    <w:abstractNumId w:val="2"/>
  </w:num>
  <w:num w:numId="16" w16cid:durableId="1074398674">
    <w:abstractNumId w:val="5"/>
  </w:num>
  <w:num w:numId="17" w16cid:durableId="1320379356">
    <w:abstractNumId w:val="8"/>
  </w:num>
  <w:num w:numId="18" w16cid:durableId="497617136">
    <w:abstractNumId w:val="19"/>
  </w:num>
  <w:num w:numId="19" w16cid:durableId="842284652">
    <w:abstractNumId w:val="3"/>
  </w:num>
  <w:num w:numId="20" w16cid:durableId="1213226917">
    <w:abstractNumId w:val="6"/>
  </w:num>
  <w:num w:numId="21" w16cid:durableId="18342233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73F7"/>
    <w:rsid w:val="000101E0"/>
    <w:rsid w:val="000245ED"/>
    <w:rsid w:val="00027054"/>
    <w:rsid w:val="0003023E"/>
    <w:rsid w:val="000343E1"/>
    <w:rsid w:val="00034B9D"/>
    <w:rsid w:val="00035923"/>
    <w:rsid w:val="0003682C"/>
    <w:rsid w:val="00036E46"/>
    <w:rsid w:val="00046704"/>
    <w:rsid w:val="00047D6C"/>
    <w:rsid w:val="00050B52"/>
    <w:rsid w:val="00051C15"/>
    <w:rsid w:val="000540F0"/>
    <w:rsid w:val="00056F4A"/>
    <w:rsid w:val="00061AEB"/>
    <w:rsid w:val="00062BCC"/>
    <w:rsid w:val="00063DC4"/>
    <w:rsid w:val="00065C80"/>
    <w:rsid w:val="0007488B"/>
    <w:rsid w:val="000749F4"/>
    <w:rsid w:val="00075EDF"/>
    <w:rsid w:val="000800F2"/>
    <w:rsid w:val="00080823"/>
    <w:rsid w:val="00081BC6"/>
    <w:rsid w:val="000825E9"/>
    <w:rsid w:val="00082E1E"/>
    <w:rsid w:val="00084B87"/>
    <w:rsid w:val="000853EF"/>
    <w:rsid w:val="000854E8"/>
    <w:rsid w:val="00091BFB"/>
    <w:rsid w:val="000953B5"/>
    <w:rsid w:val="00096BF3"/>
    <w:rsid w:val="000A1305"/>
    <w:rsid w:val="000A6C75"/>
    <w:rsid w:val="000A70C4"/>
    <w:rsid w:val="000A7C0B"/>
    <w:rsid w:val="000B13F1"/>
    <w:rsid w:val="000B238B"/>
    <w:rsid w:val="000B2629"/>
    <w:rsid w:val="000B38A6"/>
    <w:rsid w:val="000B52F2"/>
    <w:rsid w:val="000B7128"/>
    <w:rsid w:val="000C4767"/>
    <w:rsid w:val="000C4C96"/>
    <w:rsid w:val="000C4E13"/>
    <w:rsid w:val="000D0992"/>
    <w:rsid w:val="000D64CC"/>
    <w:rsid w:val="000D721D"/>
    <w:rsid w:val="000E24E2"/>
    <w:rsid w:val="000F0EE4"/>
    <w:rsid w:val="000F29A3"/>
    <w:rsid w:val="000F3EBC"/>
    <w:rsid w:val="000F5C6D"/>
    <w:rsid w:val="000F64DA"/>
    <w:rsid w:val="000F77BD"/>
    <w:rsid w:val="00106929"/>
    <w:rsid w:val="0011621A"/>
    <w:rsid w:val="001201F6"/>
    <w:rsid w:val="0012164F"/>
    <w:rsid w:val="001251C3"/>
    <w:rsid w:val="00126709"/>
    <w:rsid w:val="00126821"/>
    <w:rsid w:val="00130783"/>
    <w:rsid w:val="00133D1E"/>
    <w:rsid w:val="00134198"/>
    <w:rsid w:val="00134A80"/>
    <w:rsid w:val="001377A6"/>
    <w:rsid w:val="00140983"/>
    <w:rsid w:val="00143A43"/>
    <w:rsid w:val="0014776B"/>
    <w:rsid w:val="00152462"/>
    <w:rsid w:val="00160BCC"/>
    <w:rsid w:val="0016202E"/>
    <w:rsid w:val="00162B21"/>
    <w:rsid w:val="00162B62"/>
    <w:rsid w:val="0016361B"/>
    <w:rsid w:val="0016421D"/>
    <w:rsid w:val="00167B28"/>
    <w:rsid w:val="001702DC"/>
    <w:rsid w:val="001727C7"/>
    <w:rsid w:val="00172F55"/>
    <w:rsid w:val="00174E9A"/>
    <w:rsid w:val="00177784"/>
    <w:rsid w:val="00181C3C"/>
    <w:rsid w:val="001861FE"/>
    <w:rsid w:val="00186494"/>
    <w:rsid w:val="001916CE"/>
    <w:rsid w:val="00191F6B"/>
    <w:rsid w:val="00193D10"/>
    <w:rsid w:val="00195A90"/>
    <w:rsid w:val="00197170"/>
    <w:rsid w:val="001A0BAD"/>
    <w:rsid w:val="001A2966"/>
    <w:rsid w:val="001A3F06"/>
    <w:rsid w:val="001B00DC"/>
    <w:rsid w:val="001B0796"/>
    <w:rsid w:val="001B2042"/>
    <w:rsid w:val="001B2677"/>
    <w:rsid w:val="001B7BD5"/>
    <w:rsid w:val="001C1E10"/>
    <w:rsid w:val="001C21FB"/>
    <w:rsid w:val="001D3BAD"/>
    <w:rsid w:val="001E2ACE"/>
    <w:rsid w:val="001E4ABA"/>
    <w:rsid w:val="001F0EAD"/>
    <w:rsid w:val="00202B0E"/>
    <w:rsid w:val="002077FE"/>
    <w:rsid w:val="0021636B"/>
    <w:rsid w:val="00224612"/>
    <w:rsid w:val="00230481"/>
    <w:rsid w:val="00237144"/>
    <w:rsid w:val="00242285"/>
    <w:rsid w:val="00245463"/>
    <w:rsid w:val="0024575C"/>
    <w:rsid w:val="00245BD4"/>
    <w:rsid w:val="002534C3"/>
    <w:rsid w:val="00255660"/>
    <w:rsid w:val="00256423"/>
    <w:rsid w:val="00262092"/>
    <w:rsid w:val="00263606"/>
    <w:rsid w:val="00263A19"/>
    <w:rsid w:val="00263CA8"/>
    <w:rsid w:val="00264BDF"/>
    <w:rsid w:val="00264D5A"/>
    <w:rsid w:val="002652A8"/>
    <w:rsid w:val="002742E7"/>
    <w:rsid w:val="00281432"/>
    <w:rsid w:val="00286FA4"/>
    <w:rsid w:val="00287744"/>
    <w:rsid w:val="00287F18"/>
    <w:rsid w:val="00290AAF"/>
    <w:rsid w:val="00292FC6"/>
    <w:rsid w:val="002A0179"/>
    <w:rsid w:val="002A0BF5"/>
    <w:rsid w:val="002A405C"/>
    <w:rsid w:val="002A4934"/>
    <w:rsid w:val="002B0747"/>
    <w:rsid w:val="002B47A1"/>
    <w:rsid w:val="002B4C7D"/>
    <w:rsid w:val="002C0799"/>
    <w:rsid w:val="002D2BD5"/>
    <w:rsid w:val="002D3A97"/>
    <w:rsid w:val="002E0EDA"/>
    <w:rsid w:val="002E2BFB"/>
    <w:rsid w:val="002F599B"/>
    <w:rsid w:val="002F745E"/>
    <w:rsid w:val="003007A7"/>
    <w:rsid w:val="003042C6"/>
    <w:rsid w:val="00305C53"/>
    <w:rsid w:val="00310859"/>
    <w:rsid w:val="00310D06"/>
    <w:rsid w:val="00314BAF"/>
    <w:rsid w:val="00314DF2"/>
    <w:rsid w:val="00320F52"/>
    <w:rsid w:val="00323041"/>
    <w:rsid w:val="00323F50"/>
    <w:rsid w:val="003264EB"/>
    <w:rsid w:val="00327B0B"/>
    <w:rsid w:val="00331F7B"/>
    <w:rsid w:val="00333C4A"/>
    <w:rsid w:val="003363F0"/>
    <w:rsid w:val="003404D3"/>
    <w:rsid w:val="00341AFE"/>
    <w:rsid w:val="00344058"/>
    <w:rsid w:val="00345056"/>
    <w:rsid w:val="003458E4"/>
    <w:rsid w:val="00345C7B"/>
    <w:rsid w:val="00345D2E"/>
    <w:rsid w:val="003521DD"/>
    <w:rsid w:val="003522CB"/>
    <w:rsid w:val="00352B90"/>
    <w:rsid w:val="003570FD"/>
    <w:rsid w:val="00360FFA"/>
    <w:rsid w:val="003651C9"/>
    <w:rsid w:val="00366A37"/>
    <w:rsid w:val="00367F5A"/>
    <w:rsid w:val="003711A3"/>
    <w:rsid w:val="00376F0F"/>
    <w:rsid w:val="00380A1E"/>
    <w:rsid w:val="00380A20"/>
    <w:rsid w:val="003823A3"/>
    <w:rsid w:val="00387DA8"/>
    <w:rsid w:val="003A2AE9"/>
    <w:rsid w:val="003B097A"/>
    <w:rsid w:val="003B27E1"/>
    <w:rsid w:val="003B4606"/>
    <w:rsid w:val="003B46FE"/>
    <w:rsid w:val="003B4D97"/>
    <w:rsid w:val="003B7C9D"/>
    <w:rsid w:val="003B7E28"/>
    <w:rsid w:val="003D07E7"/>
    <w:rsid w:val="003D0D53"/>
    <w:rsid w:val="003D4969"/>
    <w:rsid w:val="003D624E"/>
    <w:rsid w:val="003D74C9"/>
    <w:rsid w:val="003D7EB7"/>
    <w:rsid w:val="003E137E"/>
    <w:rsid w:val="003E1C6B"/>
    <w:rsid w:val="003E412A"/>
    <w:rsid w:val="003F3A51"/>
    <w:rsid w:val="003F6B6E"/>
    <w:rsid w:val="0040050C"/>
    <w:rsid w:val="00403D71"/>
    <w:rsid w:val="00404971"/>
    <w:rsid w:val="00404A08"/>
    <w:rsid w:val="004051BE"/>
    <w:rsid w:val="00421AC4"/>
    <w:rsid w:val="0042344E"/>
    <w:rsid w:val="00426CFA"/>
    <w:rsid w:val="004274BF"/>
    <w:rsid w:val="00427660"/>
    <w:rsid w:val="004335E8"/>
    <w:rsid w:val="0043570D"/>
    <w:rsid w:val="00437708"/>
    <w:rsid w:val="00440FED"/>
    <w:rsid w:val="0045390A"/>
    <w:rsid w:val="004553D4"/>
    <w:rsid w:val="00455F83"/>
    <w:rsid w:val="00457628"/>
    <w:rsid w:val="00461207"/>
    <w:rsid w:val="00463531"/>
    <w:rsid w:val="00465D5D"/>
    <w:rsid w:val="00467C72"/>
    <w:rsid w:val="004724C1"/>
    <w:rsid w:val="00477353"/>
    <w:rsid w:val="00477BE5"/>
    <w:rsid w:val="004837F7"/>
    <w:rsid w:val="004842BD"/>
    <w:rsid w:val="00484DFD"/>
    <w:rsid w:val="00486A2F"/>
    <w:rsid w:val="00487047"/>
    <w:rsid w:val="0049384A"/>
    <w:rsid w:val="00493DA2"/>
    <w:rsid w:val="004943F3"/>
    <w:rsid w:val="004A0616"/>
    <w:rsid w:val="004A0640"/>
    <w:rsid w:val="004A4909"/>
    <w:rsid w:val="004A5C96"/>
    <w:rsid w:val="004A6B6E"/>
    <w:rsid w:val="004B4C3D"/>
    <w:rsid w:val="004B5AA7"/>
    <w:rsid w:val="004B6F3F"/>
    <w:rsid w:val="004B7B6E"/>
    <w:rsid w:val="004B7C73"/>
    <w:rsid w:val="004C0DF1"/>
    <w:rsid w:val="004C72BC"/>
    <w:rsid w:val="004D11B7"/>
    <w:rsid w:val="004D3E6F"/>
    <w:rsid w:val="004D4410"/>
    <w:rsid w:val="004E3928"/>
    <w:rsid w:val="004E3FF3"/>
    <w:rsid w:val="004E5580"/>
    <w:rsid w:val="004F1E72"/>
    <w:rsid w:val="004F2F18"/>
    <w:rsid w:val="004F3917"/>
    <w:rsid w:val="004F4D40"/>
    <w:rsid w:val="004F6B1B"/>
    <w:rsid w:val="005045C8"/>
    <w:rsid w:val="005078C0"/>
    <w:rsid w:val="00511D66"/>
    <w:rsid w:val="00511F02"/>
    <w:rsid w:val="00514B25"/>
    <w:rsid w:val="005152B4"/>
    <w:rsid w:val="00517E65"/>
    <w:rsid w:val="00522BA8"/>
    <w:rsid w:val="005238DC"/>
    <w:rsid w:val="005302CF"/>
    <w:rsid w:val="00530A8C"/>
    <w:rsid w:val="0053220E"/>
    <w:rsid w:val="005328ED"/>
    <w:rsid w:val="00534D79"/>
    <w:rsid w:val="00535610"/>
    <w:rsid w:val="00536BB2"/>
    <w:rsid w:val="0053716D"/>
    <w:rsid w:val="00537F33"/>
    <w:rsid w:val="005430EB"/>
    <w:rsid w:val="00543440"/>
    <w:rsid w:val="005438D2"/>
    <w:rsid w:val="0054499D"/>
    <w:rsid w:val="005453CB"/>
    <w:rsid w:val="0054730B"/>
    <w:rsid w:val="005523B5"/>
    <w:rsid w:val="00552C44"/>
    <w:rsid w:val="005545B7"/>
    <w:rsid w:val="00554886"/>
    <w:rsid w:val="005565BF"/>
    <w:rsid w:val="00557591"/>
    <w:rsid w:val="0056578E"/>
    <w:rsid w:val="0057605E"/>
    <w:rsid w:val="00580FB4"/>
    <w:rsid w:val="005819EA"/>
    <w:rsid w:val="005858E1"/>
    <w:rsid w:val="00586D55"/>
    <w:rsid w:val="005967BB"/>
    <w:rsid w:val="005A14ED"/>
    <w:rsid w:val="005A1666"/>
    <w:rsid w:val="005A5E44"/>
    <w:rsid w:val="005B7604"/>
    <w:rsid w:val="005C2AAA"/>
    <w:rsid w:val="005C3587"/>
    <w:rsid w:val="005C42A8"/>
    <w:rsid w:val="005C4BD7"/>
    <w:rsid w:val="005C5889"/>
    <w:rsid w:val="005C63E6"/>
    <w:rsid w:val="005D09DE"/>
    <w:rsid w:val="005D1ABC"/>
    <w:rsid w:val="005D22BB"/>
    <w:rsid w:val="005D3219"/>
    <w:rsid w:val="005E22B7"/>
    <w:rsid w:val="005E3B9B"/>
    <w:rsid w:val="005E7B47"/>
    <w:rsid w:val="005F127A"/>
    <w:rsid w:val="005F1964"/>
    <w:rsid w:val="005F3971"/>
    <w:rsid w:val="005F50C4"/>
    <w:rsid w:val="005F5E08"/>
    <w:rsid w:val="00600C7A"/>
    <w:rsid w:val="00602BBC"/>
    <w:rsid w:val="0060447E"/>
    <w:rsid w:val="00605F21"/>
    <w:rsid w:val="006068E5"/>
    <w:rsid w:val="00612808"/>
    <w:rsid w:val="006177BD"/>
    <w:rsid w:val="00621467"/>
    <w:rsid w:val="00621DCE"/>
    <w:rsid w:val="00622034"/>
    <w:rsid w:val="00625295"/>
    <w:rsid w:val="0062631E"/>
    <w:rsid w:val="00627953"/>
    <w:rsid w:val="00630878"/>
    <w:rsid w:val="00631826"/>
    <w:rsid w:val="00632BCD"/>
    <w:rsid w:val="0063513B"/>
    <w:rsid w:val="00637BCF"/>
    <w:rsid w:val="006467B7"/>
    <w:rsid w:val="00646BA9"/>
    <w:rsid w:val="006475E1"/>
    <w:rsid w:val="00650283"/>
    <w:rsid w:val="0065125C"/>
    <w:rsid w:val="00655912"/>
    <w:rsid w:val="00657F69"/>
    <w:rsid w:val="00660824"/>
    <w:rsid w:val="00662850"/>
    <w:rsid w:val="00665DFE"/>
    <w:rsid w:val="00671CC8"/>
    <w:rsid w:val="0067209A"/>
    <w:rsid w:val="00675353"/>
    <w:rsid w:val="00680F16"/>
    <w:rsid w:val="006815C8"/>
    <w:rsid w:val="00682246"/>
    <w:rsid w:val="0069019E"/>
    <w:rsid w:val="00690C05"/>
    <w:rsid w:val="006913B0"/>
    <w:rsid w:val="00695774"/>
    <w:rsid w:val="006A1B65"/>
    <w:rsid w:val="006A23A2"/>
    <w:rsid w:val="006A5E61"/>
    <w:rsid w:val="006A7026"/>
    <w:rsid w:val="006B285D"/>
    <w:rsid w:val="006B28F4"/>
    <w:rsid w:val="006C03E0"/>
    <w:rsid w:val="006C406E"/>
    <w:rsid w:val="006C4660"/>
    <w:rsid w:val="006D0BF7"/>
    <w:rsid w:val="006D6135"/>
    <w:rsid w:val="006E00AF"/>
    <w:rsid w:val="006E15B2"/>
    <w:rsid w:val="006E43C1"/>
    <w:rsid w:val="006E4C8D"/>
    <w:rsid w:val="006F47DA"/>
    <w:rsid w:val="006F6418"/>
    <w:rsid w:val="006F6E8A"/>
    <w:rsid w:val="0070379C"/>
    <w:rsid w:val="00707D83"/>
    <w:rsid w:val="0071096E"/>
    <w:rsid w:val="0071131F"/>
    <w:rsid w:val="00717AEB"/>
    <w:rsid w:val="00720637"/>
    <w:rsid w:val="0072339F"/>
    <w:rsid w:val="00726778"/>
    <w:rsid w:val="007330C8"/>
    <w:rsid w:val="00733C44"/>
    <w:rsid w:val="007361D4"/>
    <w:rsid w:val="007367E5"/>
    <w:rsid w:val="0074081E"/>
    <w:rsid w:val="007428B8"/>
    <w:rsid w:val="00743972"/>
    <w:rsid w:val="007455B7"/>
    <w:rsid w:val="00745CEC"/>
    <w:rsid w:val="00746F2D"/>
    <w:rsid w:val="00750BCE"/>
    <w:rsid w:val="00751C43"/>
    <w:rsid w:val="007543F7"/>
    <w:rsid w:val="00755FF0"/>
    <w:rsid w:val="00756EFA"/>
    <w:rsid w:val="00760115"/>
    <w:rsid w:val="007642C9"/>
    <w:rsid w:val="00765A17"/>
    <w:rsid w:val="00767FC0"/>
    <w:rsid w:val="007703F1"/>
    <w:rsid w:val="00773745"/>
    <w:rsid w:val="0077377F"/>
    <w:rsid w:val="00774978"/>
    <w:rsid w:val="00774F08"/>
    <w:rsid w:val="00775FF8"/>
    <w:rsid w:val="007804FC"/>
    <w:rsid w:val="00782BCD"/>
    <w:rsid w:val="007841CF"/>
    <w:rsid w:val="0078620C"/>
    <w:rsid w:val="00790D9B"/>
    <w:rsid w:val="00791C54"/>
    <w:rsid w:val="0079267F"/>
    <w:rsid w:val="0079529E"/>
    <w:rsid w:val="007952B6"/>
    <w:rsid w:val="007A3FAF"/>
    <w:rsid w:val="007B0E7E"/>
    <w:rsid w:val="007B1168"/>
    <w:rsid w:val="007B40A9"/>
    <w:rsid w:val="007B410E"/>
    <w:rsid w:val="007B5485"/>
    <w:rsid w:val="007C4120"/>
    <w:rsid w:val="007C60B2"/>
    <w:rsid w:val="007C6992"/>
    <w:rsid w:val="007C70FB"/>
    <w:rsid w:val="007D0069"/>
    <w:rsid w:val="007D0DF4"/>
    <w:rsid w:val="007D2B07"/>
    <w:rsid w:val="007D397A"/>
    <w:rsid w:val="007D4BCF"/>
    <w:rsid w:val="007E2B15"/>
    <w:rsid w:val="007E496C"/>
    <w:rsid w:val="007E5C24"/>
    <w:rsid w:val="007E67F4"/>
    <w:rsid w:val="007E6D57"/>
    <w:rsid w:val="007F4E1C"/>
    <w:rsid w:val="007F5676"/>
    <w:rsid w:val="007F7FBB"/>
    <w:rsid w:val="00801FE3"/>
    <w:rsid w:val="00803450"/>
    <w:rsid w:val="00807E40"/>
    <w:rsid w:val="008104F4"/>
    <w:rsid w:val="00810DD0"/>
    <w:rsid w:val="00814D91"/>
    <w:rsid w:val="00816A3C"/>
    <w:rsid w:val="008216DD"/>
    <w:rsid w:val="00822441"/>
    <w:rsid w:val="00824966"/>
    <w:rsid w:val="00825357"/>
    <w:rsid w:val="00825B96"/>
    <w:rsid w:val="008261F5"/>
    <w:rsid w:val="0082659A"/>
    <w:rsid w:val="00826D33"/>
    <w:rsid w:val="00826F61"/>
    <w:rsid w:val="008305DA"/>
    <w:rsid w:val="008379B5"/>
    <w:rsid w:val="00843707"/>
    <w:rsid w:val="008442BD"/>
    <w:rsid w:val="00844DF6"/>
    <w:rsid w:val="0084634D"/>
    <w:rsid w:val="0085098D"/>
    <w:rsid w:val="00852723"/>
    <w:rsid w:val="0085289C"/>
    <w:rsid w:val="00852FCE"/>
    <w:rsid w:val="00854F75"/>
    <w:rsid w:val="00855866"/>
    <w:rsid w:val="008564B9"/>
    <w:rsid w:val="00860FED"/>
    <w:rsid w:val="0087057A"/>
    <w:rsid w:val="00870ED8"/>
    <w:rsid w:val="00872A0F"/>
    <w:rsid w:val="008770AB"/>
    <w:rsid w:val="008818D0"/>
    <w:rsid w:val="00884C6B"/>
    <w:rsid w:val="00886F8D"/>
    <w:rsid w:val="00887502"/>
    <w:rsid w:val="00887CE0"/>
    <w:rsid w:val="0089104C"/>
    <w:rsid w:val="00892AE5"/>
    <w:rsid w:val="00893714"/>
    <w:rsid w:val="008945B4"/>
    <w:rsid w:val="008A199D"/>
    <w:rsid w:val="008A34D0"/>
    <w:rsid w:val="008A3FE6"/>
    <w:rsid w:val="008A532E"/>
    <w:rsid w:val="008A5E2E"/>
    <w:rsid w:val="008A6861"/>
    <w:rsid w:val="008A7751"/>
    <w:rsid w:val="008B00B5"/>
    <w:rsid w:val="008B3CC4"/>
    <w:rsid w:val="008B3D48"/>
    <w:rsid w:val="008B518D"/>
    <w:rsid w:val="008B51D5"/>
    <w:rsid w:val="008B5624"/>
    <w:rsid w:val="008C037D"/>
    <w:rsid w:val="008C171A"/>
    <w:rsid w:val="008C3A5B"/>
    <w:rsid w:val="008C5590"/>
    <w:rsid w:val="008C5A56"/>
    <w:rsid w:val="008C7D04"/>
    <w:rsid w:val="008D18B6"/>
    <w:rsid w:val="008D3E6B"/>
    <w:rsid w:val="008E3364"/>
    <w:rsid w:val="008E3BC3"/>
    <w:rsid w:val="008E3EEA"/>
    <w:rsid w:val="008F1828"/>
    <w:rsid w:val="008F3D58"/>
    <w:rsid w:val="008F3E4D"/>
    <w:rsid w:val="008F59F9"/>
    <w:rsid w:val="008F5D46"/>
    <w:rsid w:val="008F6D02"/>
    <w:rsid w:val="009013FD"/>
    <w:rsid w:val="009021D2"/>
    <w:rsid w:val="00906269"/>
    <w:rsid w:val="0091036E"/>
    <w:rsid w:val="00917FE0"/>
    <w:rsid w:val="00921747"/>
    <w:rsid w:val="009277D7"/>
    <w:rsid w:val="009333DC"/>
    <w:rsid w:val="009352EA"/>
    <w:rsid w:val="0093546A"/>
    <w:rsid w:val="00936CC6"/>
    <w:rsid w:val="00936F02"/>
    <w:rsid w:val="00944909"/>
    <w:rsid w:val="00945DA5"/>
    <w:rsid w:val="009461A0"/>
    <w:rsid w:val="00952A32"/>
    <w:rsid w:val="00955246"/>
    <w:rsid w:val="009559EA"/>
    <w:rsid w:val="00955AC1"/>
    <w:rsid w:val="009566E5"/>
    <w:rsid w:val="00962D36"/>
    <w:rsid w:val="00965BCB"/>
    <w:rsid w:val="009709A6"/>
    <w:rsid w:val="00970E55"/>
    <w:rsid w:val="0097181C"/>
    <w:rsid w:val="009804FF"/>
    <w:rsid w:val="009812D5"/>
    <w:rsid w:val="009859B1"/>
    <w:rsid w:val="0099301B"/>
    <w:rsid w:val="009A24EC"/>
    <w:rsid w:val="009A29B0"/>
    <w:rsid w:val="009A34EB"/>
    <w:rsid w:val="009B17B1"/>
    <w:rsid w:val="009C0A79"/>
    <w:rsid w:val="009C18C5"/>
    <w:rsid w:val="009D0F57"/>
    <w:rsid w:val="009E00E0"/>
    <w:rsid w:val="009E14D9"/>
    <w:rsid w:val="009E340E"/>
    <w:rsid w:val="009E5C4E"/>
    <w:rsid w:val="009E6675"/>
    <w:rsid w:val="009E78C3"/>
    <w:rsid w:val="00A0127B"/>
    <w:rsid w:val="00A0482E"/>
    <w:rsid w:val="00A04E59"/>
    <w:rsid w:val="00A054A1"/>
    <w:rsid w:val="00A05B80"/>
    <w:rsid w:val="00A067AF"/>
    <w:rsid w:val="00A06B88"/>
    <w:rsid w:val="00A07E5E"/>
    <w:rsid w:val="00A15054"/>
    <w:rsid w:val="00A151A4"/>
    <w:rsid w:val="00A16780"/>
    <w:rsid w:val="00A168B5"/>
    <w:rsid w:val="00A16F5A"/>
    <w:rsid w:val="00A226ED"/>
    <w:rsid w:val="00A3179D"/>
    <w:rsid w:val="00A342DA"/>
    <w:rsid w:val="00A345B1"/>
    <w:rsid w:val="00A3678D"/>
    <w:rsid w:val="00A375B8"/>
    <w:rsid w:val="00A37871"/>
    <w:rsid w:val="00A37CEE"/>
    <w:rsid w:val="00A4047F"/>
    <w:rsid w:val="00A46194"/>
    <w:rsid w:val="00A5176F"/>
    <w:rsid w:val="00A526EA"/>
    <w:rsid w:val="00A5295E"/>
    <w:rsid w:val="00A610F3"/>
    <w:rsid w:val="00A6127F"/>
    <w:rsid w:val="00A6130A"/>
    <w:rsid w:val="00A6146C"/>
    <w:rsid w:val="00A619EA"/>
    <w:rsid w:val="00A62364"/>
    <w:rsid w:val="00A6440B"/>
    <w:rsid w:val="00A74049"/>
    <w:rsid w:val="00A75D6B"/>
    <w:rsid w:val="00A76061"/>
    <w:rsid w:val="00A838B5"/>
    <w:rsid w:val="00A84471"/>
    <w:rsid w:val="00A86386"/>
    <w:rsid w:val="00A87BE4"/>
    <w:rsid w:val="00A90134"/>
    <w:rsid w:val="00A90E09"/>
    <w:rsid w:val="00A917A7"/>
    <w:rsid w:val="00A92E30"/>
    <w:rsid w:val="00A9366A"/>
    <w:rsid w:val="00A954D2"/>
    <w:rsid w:val="00A95B45"/>
    <w:rsid w:val="00A95F7D"/>
    <w:rsid w:val="00A96F50"/>
    <w:rsid w:val="00AA0EF4"/>
    <w:rsid w:val="00AA30E8"/>
    <w:rsid w:val="00AA6DC2"/>
    <w:rsid w:val="00AB0A7E"/>
    <w:rsid w:val="00AB252B"/>
    <w:rsid w:val="00AB4571"/>
    <w:rsid w:val="00AB4F40"/>
    <w:rsid w:val="00AB77F2"/>
    <w:rsid w:val="00AC4268"/>
    <w:rsid w:val="00AC42F5"/>
    <w:rsid w:val="00AD0C33"/>
    <w:rsid w:val="00AD1501"/>
    <w:rsid w:val="00AD483B"/>
    <w:rsid w:val="00AD5C75"/>
    <w:rsid w:val="00AE5790"/>
    <w:rsid w:val="00AE6082"/>
    <w:rsid w:val="00AF5179"/>
    <w:rsid w:val="00AF6D05"/>
    <w:rsid w:val="00AF7740"/>
    <w:rsid w:val="00B003ED"/>
    <w:rsid w:val="00B01D0A"/>
    <w:rsid w:val="00B0619C"/>
    <w:rsid w:val="00B11702"/>
    <w:rsid w:val="00B17946"/>
    <w:rsid w:val="00B17D80"/>
    <w:rsid w:val="00B27CDA"/>
    <w:rsid w:val="00B27ECC"/>
    <w:rsid w:val="00B3572C"/>
    <w:rsid w:val="00B40C00"/>
    <w:rsid w:val="00B43E6C"/>
    <w:rsid w:val="00B459B6"/>
    <w:rsid w:val="00B46514"/>
    <w:rsid w:val="00B56CEB"/>
    <w:rsid w:val="00B62D12"/>
    <w:rsid w:val="00B64ECF"/>
    <w:rsid w:val="00B653B7"/>
    <w:rsid w:val="00B65D0E"/>
    <w:rsid w:val="00B672A9"/>
    <w:rsid w:val="00B768DD"/>
    <w:rsid w:val="00B803B9"/>
    <w:rsid w:val="00B80FAA"/>
    <w:rsid w:val="00B831AF"/>
    <w:rsid w:val="00B84C3B"/>
    <w:rsid w:val="00B86697"/>
    <w:rsid w:val="00B86AD3"/>
    <w:rsid w:val="00B92CB5"/>
    <w:rsid w:val="00B931F9"/>
    <w:rsid w:val="00B93B40"/>
    <w:rsid w:val="00B93D3E"/>
    <w:rsid w:val="00B95145"/>
    <w:rsid w:val="00B95D9C"/>
    <w:rsid w:val="00B97324"/>
    <w:rsid w:val="00BA3079"/>
    <w:rsid w:val="00BA470B"/>
    <w:rsid w:val="00BB248B"/>
    <w:rsid w:val="00BB2E11"/>
    <w:rsid w:val="00BB4166"/>
    <w:rsid w:val="00BC2612"/>
    <w:rsid w:val="00BC2B66"/>
    <w:rsid w:val="00BC2D63"/>
    <w:rsid w:val="00BC7D92"/>
    <w:rsid w:val="00BD263B"/>
    <w:rsid w:val="00BD2DAA"/>
    <w:rsid w:val="00BD34A2"/>
    <w:rsid w:val="00BD4097"/>
    <w:rsid w:val="00BD5CFB"/>
    <w:rsid w:val="00BD6B6F"/>
    <w:rsid w:val="00BD6DF3"/>
    <w:rsid w:val="00BE0216"/>
    <w:rsid w:val="00BE3234"/>
    <w:rsid w:val="00BE720B"/>
    <w:rsid w:val="00BF2F15"/>
    <w:rsid w:val="00BF2FDD"/>
    <w:rsid w:val="00BF5066"/>
    <w:rsid w:val="00BF6FF3"/>
    <w:rsid w:val="00BF73B5"/>
    <w:rsid w:val="00BF79AA"/>
    <w:rsid w:val="00C04FE7"/>
    <w:rsid w:val="00C05212"/>
    <w:rsid w:val="00C06832"/>
    <w:rsid w:val="00C117F0"/>
    <w:rsid w:val="00C14244"/>
    <w:rsid w:val="00C14822"/>
    <w:rsid w:val="00C14B0F"/>
    <w:rsid w:val="00C165A3"/>
    <w:rsid w:val="00C21CA6"/>
    <w:rsid w:val="00C266D0"/>
    <w:rsid w:val="00C302DD"/>
    <w:rsid w:val="00C358A3"/>
    <w:rsid w:val="00C41259"/>
    <w:rsid w:val="00C523EA"/>
    <w:rsid w:val="00C60590"/>
    <w:rsid w:val="00C62486"/>
    <w:rsid w:val="00C63CDF"/>
    <w:rsid w:val="00C66710"/>
    <w:rsid w:val="00C708BB"/>
    <w:rsid w:val="00C75259"/>
    <w:rsid w:val="00C815B5"/>
    <w:rsid w:val="00C81DF0"/>
    <w:rsid w:val="00C823B1"/>
    <w:rsid w:val="00C837A0"/>
    <w:rsid w:val="00C83CC9"/>
    <w:rsid w:val="00C86248"/>
    <w:rsid w:val="00C87735"/>
    <w:rsid w:val="00C91CA4"/>
    <w:rsid w:val="00C93B6D"/>
    <w:rsid w:val="00C93C84"/>
    <w:rsid w:val="00C95167"/>
    <w:rsid w:val="00C975C2"/>
    <w:rsid w:val="00CA0286"/>
    <w:rsid w:val="00CA070A"/>
    <w:rsid w:val="00CA568E"/>
    <w:rsid w:val="00CB1F4A"/>
    <w:rsid w:val="00CB3F51"/>
    <w:rsid w:val="00CC1011"/>
    <w:rsid w:val="00CC3591"/>
    <w:rsid w:val="00CC648A"/>
    <w:rsid w:val="00CD13E8"/>
    <w:rsid w:val="00CD310E"/>
    <w:rsid w:val="00CD652B"/>
    <w:rsid w:val="00CD757E"/>
    <w:rsid w:val="00CE1A73"/>
    <w:rsid w:val="00CE2057"/>
    <w:rsid w:val="00CE5FB8"/>
    <w:rsid w:val="00CE7327"/>
    <w:rsid w:val="00CF5A9D"/>
    <w:rsid w:val="00CF71B9"/>
    <w:rsid w:val="00D004F1"/>
    <w:rsid w:val="00D024F2"/>
    <w:rsid w:val="00D02B92"/>
    <w:rsid w:val="00D04513"/>
    <w:rsid w:val="00D0468E"/>
    <w:rsid w:val="00D04D40"/>
    <w:rsid w:val="00D05699"/>
    <w:rsid w:val="00D13CFA"/>
    <w:rsid w:val="00D143A7"/>
    <w:rsid w:val="00D20E68"/>
    <w:rsid w:val="00D21802"/>
    <w:rsid w:val="00D21D12"/>
    <w:rsid w:val="00D233D9"/>
    <w:rsid w:val="00D257F0"/>
    <w:rsid w:val="00D312DC"/>
    <w:rsid w:val="00D35D7A"/>
    <w:rsid w:val="00D35FB3"/>
    <w:rsid w:val="00D3604E"/>
    <w:rsid w:val="00D40630"/>
    <w:rsid w:val="00D40D25"/>
    <w:rsid w:val="00D46802"/>
    <w:rsid w:val="00D51CD3"/>
    <w:rsid w:val="00D55AB8"/>
    <w:rsid w:val="00D6070E"/>
    <w:rsid w:val="00D618CE"/>
    <w:rsid w:val="00D6468A"/>
    <w:rsid w:val="00D65E1F"/>
    <w:rsid w:val="00D67CB6"/>
    <w:rsid w:val="00D70BFB"/>
    <w:rsid w:val="00D7480E"/>
    <w:rsid w:val="00D754F6"/>
    <w:rsid w:val="00D771FF"/>
    <w:rsid w:val="00D77DDC"/>
    <w:rsid w:val="00D80707"/>
    <w:rsid w:val="00D8124A"/>
    <w:rsid w:val="00D83050"/>
    <w:rsid w:val="00D847E1"/>
    <w:rsid w:val="00D84C5F"/>
    <w:rsid w:val="00D9136F"/>
    <w:rsid w:val="00D92436"/>
    <w:rsid w:val="00DA1900"/>
    <w:rsid w:val="00DA1FD9"/>
    <w:rsid w:val="00DB47B0"/>
    <w:rsid w:val="00DB5C1A"/>
    <w:rsid w:val="00DB6215"/>
    <w:rsid w:val="00DB7FE5"/>
    <w:rsid w:val="00DC1FE2"/>
    <w:rsid w:val="00DC2B9A"/>
    <w:rsid w:val="00DC6630"/>
    <w:rsid w:val="00DD3E3B"/>
    <w:rsid w:val="00DD5224"/>
    <w:rsid w:val="00DE0975"/>
    <w:rsid w:val="00DE10A1"/>
    <w:rsid w:val="00DE2F9D"/>
    <w:rsid w:val="00DE35D6"/>
    <w:rsid w:val="00DE5637"/>
    <w:rsid w:val="00DE58F5"/>
    <w:rsid w:val="00DF18FA"/>
    <w:rsid w:val="00DF33E2"/>
    <w:rsid w:val="00DF5FC3"/>
    <w:rsid w:val="00DF680A"/>
    <w:rsid w:val="00E0167C"/>
    <w:rsid w:val="00E016B9"/>
    <w:rsid w:val="00E02914"/>
    <w:rsid w:val="00E058B3"/>
    <w:rsid w:val="00E157DA"/>
    <w:rsid w:val="00E165C2"/>
    <w:rsid w:val="00E16606"/>
    <w:rsid w:val="00E22F25"/>
    <w:rsid w:val="00E23DCA"/>
    <w:rsid w:val="00E245C8"/>
    <w:rsid w:val="00E25122"/>
    <w:rsid w:val="00E3303C"/>
    <w:rsid w:val="00E33A01"/>
    <w:rsid w:val="00E355D1"/>
    <w:rsid w:val="00E404B7"/>
    <w:rsid w:val="00E4084D"/>
    <w:rsid w:val="00E44920"/>
    <w:rsid w:val="00E5078E"/>
    <w:rsid w:val="00E50F7A"/>
    <w:rsid w:val="00E62A12"/>
    <w:rsid w:val="00E63F56"/>
    <w:rsid w:val="00E64BD9"/>
    <w:rsid w:val="00E65759"/>
    <w:rsid w:val="00E81CA7"/>
    <w:rsid w:val="00E8617D"/>
    <w:rsid w:val="00E93444"/>
    <w:rsid w:val="00E942A4"/>
    <w:rsid w:val="00EA55F6"/>
    <w:rsid w:val="00EA7CA4"/>
    <w:rsid w:val="00EB0402"/>
    <w:rsid w:val="00EB3755"/>
    <w:rsid w:val="00EB46B1"/>
    <w:rsid w:val="00EC445F"/>
    <w:rsid w:val="00EC4A47"/>
    <w:rsid w:val="00EC597E"/>
    <w:rsid w:val="00EC7A9C"/>
    <w:rsid w:val="00ED1AEF"/>
    <w:rsid w:val="00ED27E5"/>
    <w:rsid w:val="00ED3572"/>
    <w:rsid w:val="00ED5D3F"/>
    <w:rsid w:val="00ED76C3"/>
    <w:rsid w:val="00EE707C"/>
    <w:rsid w:val="00EF27EE"/>
    <w:rsid w:val="00F032A9"/>
    <w:rsid w:val="00F05744"/>
    <w:rsid w:val="00F107AA"/>
    <w:rsid w:val="00F137EA"/>
    <w:rsid w:val="00F14479"/>
    <w:rsid w:val="00F203AB"/>
    <w:rsid w:val="00F22CBF"/>
    <w:rsid w:val="00F232D0"/>
    <w:rsid w:val="00F24EAB"/>
    <w:rsid w:val="00F259EF"/>
    <w:rsid w:val="00F25C91"/>
    <w:rsid w:val="00F26BAD"/>
    <w:rsid w:val="00F27F72"/>
    <w:rsid w:val="00F329F4"/>
    <w:rsid w:val="00F36855"/>
    <w:rsid w:val="00F41CDC"/>
    <w:rsid w:val="00F43B9C"/>
    <w:rsid w:val="00F458BA"/>
    <w:rsid w:val="00F503B2"/>
    <w:rsid w:val="00F55C32"/>
    <w:rsid w:val="00F605FF"/>
    <w:rsid w:val="00F62C33"/>
    <w:rsid w:val="00F63DD5"/>
    <w:rsid w:val="00F63DED"/>
    <w:rsid w:val="00F64938"/>
    <w:rsid w:val="00F64CD5"/>
    <w:rsid w:val="00F71E55"/>
    <w:rsid w:val="00F73EBD"/>
    <w:rsid w:val="00F742D6"/>
    <w:rsid w:val="00F75D28"/>
    <w:rsid w:val="00F76B0C"/>
    <w:rsid w:val="00F77953"/>
    <w:rsid w:val="00F80327"/>
    <w:rsid w:val="00F83C5C"/>
    <w:rsid w:val="00F86DDA"/>
    <w:rsid w:val="00F91AFE"/>
    <w:rsid w:val="00F971AB"/>
    <w:rsid w:val="00FA0C9A"/>
    <w:rsid w:val="00FA6F2B"/>
    <w:rsid w:val="00FA72A2"/>
    <w:rsid w:val="00FA7736"/>
    <w:rsid w:val="00FB11D9"/>
    <w:rsid w:val="00FB2411"/>
    <w:rsid w:val="00FB5306"/>
    <w:rsid w:val="00FB7215"/>
    <w:rsid w:val="00FB7FF1"/>
    <w:rsid w:val="00FD219A"/>
    <w:rsid w:val="00FD2266"/>
    <w:rsid w:val="00FD2EDD"/>
    <w:rsid w:val="00FE3A47"/>
    <w:rsid w:val="00FE5ED9"/>
    <w:rsid w:val="00FF1C9D"/>
    <w:rsid w:val="00FF4183"/>
    <w:rsid w:val="00FF656F"/>
    <w:rsid w:val="00FF73D2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14DF89"/>
  <w15:docId w15:val="{B0994703-912B-4838-9C98-0CD4713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cs-CZ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rsid w:val="00B43E6C"/>
    <w:pPr>
      <w:jc w:val="both"/>
    </w:pPr>
    <w:rPr>
      <w:rFonts w:eastAsia="Times New Roman" w:cs="Arial"/>
      <w:sz w:val="22"/>
      <w:szCs w:val="20"/>
      <w:lang w:val="et-EE"/>
    </w:rPr>
  </w:style>
  <w:style w:type="paragraph" w:styleId="Kehatekst3">
    <w:name w:val="Body Text 3"/>
    <w:basedOn w:val="Normaallaad"/>
    <w:rPr>
      <w:rFonts w:eastAsia="Times New Roman" w:cs="Arial"/>
      <w:color w:val="000000"/>
      <w:sz w:val="22"/>
      <w:szCs w:val="22"/>
      <w:lang w:val="et-EE"/>
    </w:rPr>
  </w:style>
  <w:style w:type="character" w:styleId="Hperlink">
    <w:name w:val="Hyperlink"/>
    <w:rsid w:val="005819EA"/>
    <w:rPr>
      <w:color w:val="0000FF"/>
      <w:u w:val="single"/>
    </w:rPr>
  </w:style>
  <w:style w:type="table" w:styleId="Kontuurtabel">
    <w:name w:val="Table Grid"/>
    <w:basedOn w:val="Normaaltabel"/>
    <w:uiPriority w:val="59"/>
    <w:rsid w:val="008A3FE6"/>
    <w:rPr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A3FE6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DA1FD9"/>
    <w:rPr>
      <w:color w:val="605E5C"/>
      <w:shd w:val="clear" w:color="auto" w:fill="E1DFDD"/>
    </w:rPr>
  </w:style>
  <w:style w:type="paragraph" w:styleId="Kehatekst">
    <w:name w:val="Body Text"/>
    <w:basedOn w:val="Normaallaad"/>
    <w:link w:val="KehatekstMrk"/>
    <w:semiHidden/>
    <w:unhideWhenUsed/>
    <w:rsid w:val="00843707"/>
    <w:pPr>
      <w:spacing w:after="120"/>
    </w:pPr>
  </w:style>
  <w:style w:type="character" w:customStyle="1" w:styleId="KehatekstMrk">
    <w:name w:val="Kehatekst Märk"/>
    <w:basedOn w:val="Liguvaikefont"/>
    <w:link w:val="Kehatekst"/>
    <w:semiHidden/>
    <w:rsid w:val="00843707"/>
    <w:rPr>
      <w:sz w:val="24"/>
      <w:szCs w:val="24"/>
      <w:lang w:val="cs-CZ"/>
    </w:rPr>
  </w:style>
  <w:style w:type="paragraph" w:customStyle="1" w:styleId="Default">
    <w:name w:val="Default"/>
    <w:rsid w:val="00E4084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13B12-D54A-4F43-86CC-40A0F6A710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C89B8A-5353-4E43-98C2-1D3CCC926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68069-3E63-4DD8-99D0-A633F6643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7F2B8A-2146-4B0B-88AB-F9EDAD4A7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22</TotalTime>
  <Pages>1</Pages>
  <Words>206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Hr/Pr ning ees- ja perekonnanimi</vt:lpstr>
      <vt:lpstr>Hr/Pr ning ees- ja perekonnanimi</vt:lpstr>
    </vt:vector>
  </TitlesOfParts>
  <Company>Kreatiff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ITH</dc:creator>
  <cp:lastModifiedBy>LIVE HALL</cp:lastModifiedBy>
  <cp:revision>4</cp:revision>
  <cp:lastPrinted>2024-02-23T09:28:00Z</cp:lastPrinted>
  <dcterms:created xsi:type="dcterms:W3CDTF">2025-03-27T16:01:00Z</dcterms:created>
  <dcterms:modified xsi:type="dcterms:W3CDTF">2025-04-01T12:34:00Z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